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72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ddress label layout table for 30 labels on a page"/>
      </w:tblPr>
      <w:tblGrid>
        <w:gridCol w:w="1426"/>
        <w:gridCol w:w="2376"/>
        <w:gridCol w:w="173"/>
        <w:gridCol w:w="1426"/>
        <w:gridCol w:w="2362"/>
        <w:gridCol w:w="173"/>
        <w:gridCol w:w="1426"/>
        <w:gridCol w:w="2362"/>
      </w:tblGrid>
      <w:tr w:rsidR="00DD1218" w14:paraId="7D4C5961" w14:textId="77777777">
        <w:trPr>
          <w:trHeight w:hRule="exact" w:val="1440"/>
          <w:jc w:val="center"/>
        </w:trPr>
        <w:tc>
          <w:tcPr>
            <w:tcW w:w="1426" w:type="dxa"/>
            <w:vAlign w:val="center"/>
          </w:tcPr>
          <w:p w14:paraId="449D30CB" w14:textId="3355ACB6" w:rsidR="00DD1218" w:rsidRDefault="00DD1218" w:rsidP="00DD1218">
            <w:pPr>
              <w:pStyle w:val="Graphic"/>
            </w:pPr>
            <w:r>
              <w:rPr>
                <w:noProof/>
              </w:rPr>
              <w:drawing>
                <wp:inline distT="0" distB="0" distL="0" distR="0" wp14:anchorId="78CF864C" wp14:editId="2E852315">
                  <wp:extent cx="536549" cy="69108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232625420"/>
              <w:placeholder>
                <w:docPart w:val="85E1FFB6FD83D54DA7100673316184EA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5D65AACB" w14:textId="2873D7B6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 w:rsidRPr="002F7578"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</w:t>
                </w: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/College</w:t>
                </w:r>
                <w:r w:rsidRPr="002F7578"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 xml:space="preserve"> Name</w:t>
                </w:r>
              </w:p>
            </w:sdtContent>
          </w:sdt>
          <w:p w14:paraId="20561FCA" w14:textId="1C34FDEF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413285743"/>
                <w:placeholder>
                  <w:docPart w:val="1CB0638D41AA084FBD6310F86E67DA19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DD1218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DD1218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DD1218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230E4D65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76BBDA54" w14:textId="454224C9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158A10FC" wp14:editId="6CBA3E7A">
                  <wp:extent cx="536549" cy="69108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1354649209"/>
              <w:placeholder>
                <w:docPart w:val="BBC094CEE559CD42BFBA5E96D6A4E464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3AA4970D" w14:textId="0520AA65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4E4D966B" w14:textId="00DCCEAB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437759279"/>
                <w:placeholder>
                  <w:docPart w:val="5DBF5A4740D774488BBB6537F61B4124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11906D87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6CC681AC" w14:textId="0BE1DCD1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72E0ED81" wp14:editId="3A0454D1">
                  <wp:extent cx="536549" cy="691083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1716469162"/>
              <w:placeholder>
                <w:docPart w:val="126ABAB6C9C3924F856A58FDCC0D9675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7194DFCF" w14:textId="40D95F7E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6B88E1D3" w14:textId="19688F1E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5063128"/>
                <w:placeholder>
                  <w:docPart w:val="F746D1B56D2F744FBF07CEAE3840D22D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</w:tr>
      <w:tr w:rsidR="00DD1218" w14:paraId="5C564089" w14:textId="77777777">
        <w:trPr>
          <w:trHeight w:hRule="exact" w:val="1440"/>
          <w:jc w:val="center"/>
        </w:trPr>
        <w:tc>
          <w:tcPr>
            <w:tcW w:w="1426" w:type="dxa"/>
            <w:vAlign w:val="center"/>
          </w:tcPr>
          <w:p w14:paraId="750DD6A5" w14:textId="6A42E207" w:rsidR="00DD1218" w:rsidRDefault="00DD1218" w:rsidP="00DD1218">
            <w:pPr>
              <w:pStyle w:val="Graphic"/>
            </w:pPr>
            <w:r>
              <w:rPr>
                <w:noProof/>
              </w:rPr>
              <w:drawing>
                <wp:inline distT="0" distB="0" distL="0" distR="0" wp14:anchorId="22E60BC6" wp14:editId="6E5E6D9D">
                  <wp:extent cx="536549" cy="69108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556860866"/>
              <w:placeholder>
                <w:docPart w:val="1F34B3041A73B94B86CFEFABA376DF65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130D6C6A" w14:textId="4D2CDF3F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59A87BE9" w14:textId="25648B72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1672949756"/>
                <w:placeholder>
                  <w:docPart w:val="C6D86E6097E4C441ADEAC3AEFA2F04A4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2FA6907B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24019BAC" w14:textId="7670836F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556F39AD" wp14:editId="27048188">
                  <wp:extent cx="536549" cy="691083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442074969"/>
              <w:placeholder>
                <w:docPart w:val="D8B5A5377E9E284697334811C0791D6A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196EDD89" w14:textId="65451DF5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4A379B7E" w14:textId="522B1007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106010081"/>
                <w:placeholder>
                  <w:docPart w:val="9866DABF5482B44A95A2860D66EA6C61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52550ECF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2425F377" w14:textId="5AC0C2CA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2FFDAAE8" wp14:editId="319252DC">
                  <wp:extent cx="536549" cy="691083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279851433"/>
              <w:placeholder>
                <w:docPart w:val="3F9A0F62232A8547807B104F6011B80C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662AB190" w14:textId="16707562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3639A406" w14:textId="47A06B15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1675218574"/>
                <w:placeholder>
                  <w:docPart w:val="9820F5711CA50A4B9BA709AA5700021F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</w:tr>
      <w:tr w:rsidR="00DD1218" w14:paraId="75152852" w14:textId="77777777">
        <w:trPr>
          <w:trHeight w:hRule="exact" w:val="1440"/>
          <w:jc w:val="center"/>
        </w:trPr>
        <w:tc>
          <w:tcPr>
            <w:tcW w:w="1426" w:type="dxa"/>
            <w:vAlign w:val="center"/>
          </w:tcPr>
          <w:p w14:paraId="73F6B71C" w14:textId="06682DE2" w:rsidR="00DD1218" w:rsidRDefault="00DD1218" w:rsidP="00DD1218">
            <w:pPr>
              <w:pStyle w:val="Graphic"/>
            </w:pPr>
            <w:r>
              <w:rPr>
                <w:noProof/>
              </w:rPr>
              <w:drawing>
                <wp:inline distT="0" distB="0" distL="0" distR="0" wp14:anchorId="65B4F79D" wp14:editId="6A8C2AEF">
                  <wp:extent cx="536549" cy="69108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1464726603"/>
              <w:placeholder>
                <w:docPart w:val="BF6CC7A6B01212458993CB4915A229E9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2FD3F3C6" w14:textId="64C1E135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381E530E" w14:textId="513E442B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1518724569"/>
                <w:placeholder>
                  <w:docPart w:val="FB846B7E699AF749A01C1C4126827496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7E650DB5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05CBDFDA" w14:textId="63231C67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550577BB" wp14:editId="4DCF1261">
                  <wp:extent cx="536549" cy="691083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16856334"/>
              <w:placeholder>
                <w:docPart w:val="F5FABF5C74FB204B8A07BF28DABCA7FC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6D206C94" w14:textId="2B3B474B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2B2AB40D" w14:textId="58F0435E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271676997"/>
                <w:placeholder>
                  <w:docPart w:val="AE6EA14C4083564AA003F3F699013ACC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204A1D15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564A779C" w14:textId="6BFE7303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1B8F2012" wp14:editId="5CCE0E41">
                  <wp:extent cx="536549" cy="691083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214278648"/>
              <w:placeholder>
                <w:docPart w:val="93C9EB00BF773448BEFAD5AF78C72B48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4145B9FD" w14:textId="518D7B96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5ABF39B1" w14:textId="1A21D0CA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12307017"/>
                <w:placeholder>
                  <w:docPart w:val="F5E175F79454EE4385E86C08BD244836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</w:tr>
      <w:tr w:rsidR="00DD1218" w14:paraId="37D06799" w14:textId="77777777">
        <w:trPr>
          <w:trHeight w:hRule="exact" w:val="1440"/>
          <w:jc w:val="center"/>
        </w:trPr>
        <w:tc>
          <w:tcPr>
            <w:tcW w:w="1426" w:type="dxa"/>
            <w:vAlign w:val="center"/>
          </w:tcPr>
          <w:p w14:paraId="47B8CDA5" w14:textId="0364335E" w:rsidR="00DD1218" w:rsidRDefault="00DD1218" w:rsidP="00DD1218">
            <w:pPr>
              <w:pStyle w:val="Graphic"/>
            </w:pPr>
            <w:r>
              <w:rPr>
                <w:noProof/>
              </w:rPr>
              <w:drawing>
                <wp:inline distT="0" distB="0" distL="0" distR="0" wp14:anchorId="36134CBB" wp14:editId="1D736286">
                  <wp:extent cx="536549" cy="69108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1401105691"/>
              <w:placeholder>
                <w:docPart w:val="19642F9785676941B97860BA1917928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43EA842E" w14:textId="25C69F6B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3F8AD584" w14:textId="1E9C6388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1184815283"/>
                <w:placeholder>
                  <w:docPart w:val="E1FC02175AD59843A871590DB1F3F621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4C2E03B1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1C5075DE" w14:textId="4AF57960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463E3E01" wp14:editId="5CDD75F1">
                  <wp:extent cx="536549" cy="691083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990332943"/>
              <w:placeholder>
                <w:docPart w:val="F2459C3F69367345B05E79F9C8AF391E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76F38D6D" w14:textId="1B5FE0E0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3E26A400" w14:textId="0B81C245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2403107"/>
                <w:placeholder>
                  <w:docPart w:val="37AC6BC009D97148911FFDDCC0BA04FD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6B6E5BDB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03C6C1D2" w14:textId="3B32E359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2A4891BE" wp14:editId="3D0BF9A5">
                  <wp:extent cx="536549" cy="691083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205721577"/>
              <w:placeholder>
                <w:docPart w:val="2C683C3D16C66548BB082D09FAD511C2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16354579" w14:textId="392E3777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39D4E7E1" w14:textId="09E97A82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92204346"/>
                <w:placeholder>
                  <w:docPart w:val="DEC9B4257B3C7849A0230EE6DAA67CC3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</w:tr>
      <w:tr w:rsidR="00DD1218" w14:paraId="4E3A6038" w14:textId="77777777">
        <w:trPr>
          <w:trHeight w:hRule="exact" w:val="1440"/>
          <w:jc w:val="center"/>
        </w:trPr>
        <w:tc>
          <w:tcPr>
            <w:tcW w:w="1426" w:type="dxa"/>
            <w:vAlign w:val="center"/>
          </w:tcPr>
          <w:p w14:paraId="51232FA6" w14:textId="76834A67" w:rsidR="00DD1218" w:rsidRDefault="00DD1218" w:rsidP="00DD1218">
            <w:pPr>
              <w:pStyle w:val="Graphic"/>
            </w:pPr>
            <w:r>
              <w:rPr>
                <w:noProof/>
              </w:rPr>
              <w:drawing>
                <wp:inline distT="0" distB="0" distL="0" distR="0" wp14:anchorId="25CA4C61" wp14:editId="5CE0DB8F">
                  <wp:extent cx="536549" cy="69108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1977743154"/>
              <w:placeholder>
                <w:docPart w:val="6E63EFE85262DF4C8DF2096A4FBAD8FF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645A8767" w14:textId="5D2C50FC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511791B7" w14:textId="7DB4189A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69388946"/>
                <w:placeholder>
                  <w:docPart w:val="CAF3B20219B7C54FA824AB6622DC82B0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103E0036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359ACC38" w14:textId="08500559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00E9E9F3" wp14:editId="28C0AEC0">
                  <wp:extent cx="536549" cy="691083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49700672"/>
              <w:placeholder>
                <w:docPart w:val="8480B4336DDF004BA21C99282415CD51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34848E1B" w14:textId="7EB2CE98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2956EF14" w14:textId="3341D03F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1038004356"/>
                <w:placeholder>
                  <w:docPart w:val="02924BE37F740548B8E22B6267F630EA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071EA61D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3DD763D4" w14:textId="2CFD6185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0F92E3F7" wp14:editId="11403A7F">
                  <wp:extent cx="536549" cy="691083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705102286"/>
              <w:placeholder>
                <w:docPart w:val="9352BDFEE6BF0649AA9733F1742CB795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177994A0" w14:textId="647C2C6E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06A39FE9" w14:textId="75803C1D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1089891452"/>
                <w:placeholder>
                  <w:docPart w:val="2F30AA8AAE888848BC03522EBB4128B2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</w:tr>
      <w:tr w:rsidR="00DD1218" w14:paraId="29A546D1" w14:textId="77777777">
        <w:trPr>
          <w:trHeight w:hRule="exact" w:val="1440"/>
          <w:jc w:val="center"/>
        </w:trPr>
        <w:tc>
          <w:tcPr>
            <w:tcW w:w="1426" w:type="dxa"/>
            <w:vAlign w:val="center"/>
          </w:tcPr>
          <w:p w14:paraId="308A357D" w14:textId="77EBD23C" w:rsidR="00DD1218" w:rsidRDefault="00DD1218" w:rsidP="00DD1218">
            <w:pPr>
              <w:pStyle w:val="Graphic"/>
            </w:pPr>
            <w:r>
              <w:rPr>
                <w:noProof/>
              </w:rPr>
              <w:drawing>
                <wp:inline distT="0" distB="0" distL="0" distR="0" wp14:anchorId="2CED41A2" wp14:editId="24FBA4D1">
                  <wp:extent cx="536549" cy="69108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1511521055"/>
              <w:placeholder>
                <w:docPart w:val="6954C5D369010742849385374FC6F9DA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3345D626" w14:textId="0AFE339D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522A96C6" w14:textId="5B8F08DA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2070107394"/>
                <w:placeholder>
                  <w:docPart w:val="0E94176E1C1B3D4D9330A33B0939A827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46E6F994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26017FD4" w14:textId="1321A20E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0C52BD58" wp14:editId="5D368CAB">
                  <wp:extent cx="536549" cy="691083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1303997916"/>
              <w:placeholder>
                <w:docPart w:val="53C85F06B4BDC149A2E21D126B10B6A6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193A3A0E" w14:textId="259947CB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4A769ADF" w14:textId="32E9C353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551382719"/>
                <w:placeholder>
                  <w:docPart w:val="3DD5A49FE358AF4999E9A41FD3E5FCE6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43203B59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4691931C" w14:textId="479CAB57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606615A0" wp14:editId="47587FFA">
                  <wp:extent cx="536549" cy="691083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1450430488"/>
              <w:placeholder>
                <w:docPart w:val="9C85F148EE169C41B8F6601E4E5082B3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125A8BBD" w14:textId="7F73882B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04396A07" w14:textId="72A9F1E7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2067404640"/>
                <w:placeholder>
                  <w:docPart w:val="A139BCC977908848B0DF4A651EEF34AC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</w:tr>
      <w:tr w:rsidR="00DD1218" w14:paraId="716C57A6" w14:textId="77777777">
        <w:trPr>
          <w:trHeight w:hRule="exact" w:val="1440"/>
          <w:jc w:val="center"/>
        </w:trPr>
        <w:tc>
          <w:tcPr>
            <w:tcW w:w="1426" w:type="dxa"/>
            <w:vAlign w:val="center"/>
          </w:tcPr>
          <w:p w14:paraId="449A8336" w14:textId="6AEA7E35" w:rsidR="00DD1218" w:rsidRDefault="00DD1218" w:rsidP="00DD1218">
            <w:pPr>
              <w:pStyle w:val="Graphic"/>
            </w:pPr>
            <w:r>
              <w:rPr>
                <w:noProof/>
              </w:rPr>
              <w:drawing>
                <wp:inline distT="0" distB="0" distL="0" distR="0" wp14:anchorId="40F8AB9E" wp14:editId="1EDCA9B0">
                  <wp:extent cx="536549" cy="691083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427123711"/>
              <w:placeholder>
                <w:docPart w:val="BFC90E1D4D81E74C87BCADD5D65BFB27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00F822BE" w14:textId="47FD08BB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3B2E7AAD" w14:textId="459368EA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867257240"/>
                <w:placeholder>
                  <w:docPart w:val="BC85BF80773D6E4BB3D503DC59842987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01250F66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05CC79A6" w14:textId="6C500962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5584F5B4" wp14:editId="68D2D307">
                  <wp:extent cx="536549" cy="691083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1578511738"/>
              <w:placeholder>
                <w:docPart w:val="53369A440464EC4DB80007903DD62DC1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64AB1FF2" w14:textId="10ECD8FB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57496964" w14:textId="3F05CE65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1056307955"/>
                <w:placeholder>
                  <w:docPart w:val="9531B60D9CC902419F183B5F6C782E17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365D02CB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2940ED28" w14:textId="21E80B44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5E04E6EC" wp14:editId="7D1BE6EA">
                  <wp:extent cx="536549" cy="691083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883835283"/>
              <w:placeholder>
                <w:docPart w:val="9F436B161D535548B34DF2B0BA4346D8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099345B7" w14:textId="0F9A48F1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5DCF368B" w14:textId="75A4F6C4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373078563"/>
                <w:placeholder>
                  <w:docPart w:val="4822BC7D297BC847A85E71B393058018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</w:tr>
      <w:tr w:rsidR="00DD1218" w14:paraId="21AF0E42" w14:textId="77777777">
        <w:trPr>
          <w:trHeight w:hRule="exact" w:val="1440"/>
          <w:jc w:val="center"/>
        </w:trPr>
        <w:tc>
          <w:tcPr>
            <w:tcW w:w="1426" w:type="dxa"/>
            <w:vAlign w:val="center"/>
          </w:tcPr>
          <w:p w14:paraId="646B5D62" w14:textId="63D3D2B8" w:rsidR="00DD1218" w:rsidRDefault="00DD1218" w:rsidP="00DD1218">
            <w:pPr>
              <w:pStyle w:val="Graphic"/>
            </w:pPr>
            <w:r>
              <w:rPr>
                <w:noProof/>
              </w:rPr>
              <w:drawing>
                <wp:inline distT="0" distB="0" distL="0" distR="0" wp14:anchorId="5047B5DC" wp14:editId="6A188AAB">
                  <wp:extent cx="536549" cy="69108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1346248405"/>
              <w:placeholder>
                <w:docPart w:val="9D8ED26EC43B9E419AB0606230C3EDCB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104212CA" w14:textId="1228EEF2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0DD617C6" w14:textId="4F26EF93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1411536857"/>
                <w:placeholder>
                  <w:docPart w:val="D60E3B80E5E1F641A940BBE4E1D244C1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695AAD84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56BF8FB2" w14:textId="4E51EBD6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37D14A48" wp14:editId="731B8851">
                  <wp:extent cx="536549" cy="691083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1370766426"/>
              <w:placeholder>
                <w:docPart w:val="4679E5F2992BCC4F9042091271E35A26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447266BD" w14:textId="367FB51E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13063CC2" w14:textId="515E355D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531465057"/>
                <w:placeholder>
                  <w:docPart w:val="A74187C799DF3649BE1D4BCF883E89FC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7155A222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7D39F360" w14:textId="14BF12CE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0141368A" wp14:editId="3DD60D79">
                  <wp:extent cx="536549" cy="691083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1515374339"/>
              <w:placeholder>
                <w:docPart w:val="608EB24D7D447146BA59BA0CAD1E19EE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19935283" w14:textId="3F411CB4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6B6520FA" w14:textId="03FB387D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1822110348"/>
                <w:placeholder>
                  <w:docPart w:val="2E8D50FB89B27A4BB0504C54C350E766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</w:tr>
      <w:tr w:rsidR="00DD1218" w14:paraId="6C8BD27A" w14:textId="77777777">
        <w:trPr>
          <w:trHeight w:hRule="exact" w:val="1440"/>
          <w:jc w:val="center"/>
        </w:trPr>
        <w:tc>
          <w:tcPr>
            <w:tcW w:w="1426" w:type="dxa"/>
            <w:vAlign w:val="center"/>
          </w:tcPr>
          <w:p w14:paraId="53C2C222" w14:textId="56A7DED4" w:rsidR="00DD1218" w:rsidRDefault="00DD1218" w:rsidP="00DD1218">
            <w:pPr>
              <w:pStyle w:val="Graphic"/>
            </w:pPr>
            <w:r>
              <w:rPr>
                <w:noProof/>
              </w:rPr>
              <w:drawing>
                <wp:inline distT="0" distB="0" distL="0" distR="0" wp14:anchorId="011C5C3D" wp14:editId="380B2EE2">
                  <wp:extent cx="536549" cy="691083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1394997129"/>
              <w:placeholder>
                <w:docPart w:val="86EF10CB6D004446A03E29D754390F2C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7B08769A" w14:textId="61512C5E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65338AC6" w14:textId="005AA94A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1342314551"/>
                <w:placeholder>
                  <w:docPart w:val="32DA33B99F095346B0DCB865475C1DC5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055FB6E8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43F8A81D" w14:textId="289E537E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5CF5C1B8" wp14:editId="5B158B7B">
                  <wp:extent cx="536549" cy="691083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2025512029"/>
              <w:placeholder>
                <w:docPart w:val="8F2DFFAE2FCE2E4FB2A732BFC862AF2F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3B8EC7A7" w14:textId="3B73F11B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49B3B368" w14:textId="6C1ED7AD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1094522093"/>
                <w:placeholder>
                  <w:docPart w:val="D73B7A0345E9E447BDEEED585EE13660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0DF67A12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43B5BD7C" w14:textId="366693B0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183C989D" wp14:editId="67B7720F">
                  <wp:extent cx="536549" cy="691083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48587962"/>
              <w:placeholder>
                <w:docPart w:val="12CF760631DC3248B889C80FD84B3247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1D7EB163" w14:textId="4B7D35C1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796D2E08" w14:textId="51E88620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1955550225"/>
                <w:placeholder>
                  <w:docPart w:val="A881851D1CD9CC4A92BADF650FF0D39B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</w:tr>
      <w:tr w:rsidR="00DD1218" w14:paraId="37D5ADDB" w14:textId="77777777">
        <w:trPr>
          <w:trHeight w:hRule="exact" w:val="1440"/>
          <w:jc w:val="center"/>
        </w:trPr>
        <w:tc>
          <w:tcPr>
            <w:tcW w:w="1426" w:type="dxa"/>
            <w:vAlign w:val="center"/>
          </w:tcPr>
          <w:p w14:paraId="4B168FFA" w14:textId="24BCFAE0" w:rsidR="00DD1218" w:rsidRDefault="00DD1218" w:rsidP="00DD1218">
            <w:pPr>
              <w:pStyle w:val="Graphic"/>
            </w:pPr>
            <w:r>
              <w:rPr>
                <w:noProof/>
              </w:rPr>
              <w:drawing>
                <wp:inline distT="0" distB="0" distL="0" distR="0" wp14:anchorId="00F1228B" wp14:editId="3DC6E6B1">
                  <wp:extent cx="536549" cy="691083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1737925626"/>
              <w:placeholder>
                <w:docPart w:val="70AD5DEA116F8D429BF69922D5DEC000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44EBE8F4" w14:textId="31B2419F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3F5D55AC" w14:textId="40B107AB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1716032842"/>
                <w:placeholder>
                  <w:docPart w:val="E2A6569F286C354EB5882A1F20C60A57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7AAC8B36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48658DC1" w14:textId="6D36ADC6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65B5655C" wp14:editId="7AFE71EE">
                  <wp:extent cx="536549" cy="691083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1783992047"/>
              <w:placeholder>
                <w:docPart w:val="9362E71F257C8443A0261A979F0162C7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6DA2F954" w14:textId="5C7518B8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2F5CB4BB" w14:textId="2AFD7065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-998650718"/>
                <w:placeholder>
                  <w:docPart w:val="6AC5606A4054BF47B97F92781F944977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  <w:tc>
          <w:tcPr>
            <w:tcW w:w="173" w:type="dxa"/>
          </w:tcPr>
          <w:p w14:paraId="128E291A" w14:textId="77777777" w:rsidR="00DD1218" w:rsidRPr="002F7578" w:rsidRDefault="00DD1218" w:rsidP="00DD1218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26" w:type="dxa"/>
            <w:vAlign w:val="center"/>
          </w:tcPr>
          <w:p w14:paraId="72CB82A4" w14:textId="4803D186" w:rsidR="00DD1218" w:rsidRPr="002F7578" w:rsidRDefault="00DD1218" w:rsidP="00DD1218">
            <w:pPr>
              <w:pStyle w:val="Graphic"/>
              <w:rPr>
                <w:rFonts w:ascii="Times New Roman" w:hAnsi="Times New Roman" w:cs="Times New Roman"/>
                <w:szCs w:val="18"/>
              </w:rPr>
            </w:pPr>
            <w:r w:rsidRPr="002F7578">
              <w:rPr>
                <w:rFonts w:ascii="Times New Roman" w:hAnsi="Times New Roman" w:cs="Times New Roman"/>
                <w:noProof/>
                <w:szCs w:val="18"/>
              </w:rPr>
              <w:drawing>
                <wp:inline distT="0" distB="0" distL="0" distR="0" wp14:anchorId="5589EED9" wp14:editId="279CEDA0">
                  <wp:extent cx="536549" cy="691083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 AB Vertical Stacke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37" cy="70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sdt>
            <w:sdtPr>
              <w:rPr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alias w:val="Your Name"/>
              <w:tag w:val=""/>
              <w:id w:val="-1497500557"/>
              <w:placeholder>
                <w:docPart w:val="6081992D2949D74794262BD5ECD61388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14:paraId="32E64183" w14:textId="1BE01F47" w:rsidR="00DD1218" w:rsidRPr="002F7578" w:rsidRDefault="002F7578" w:rsidP="00DD1218">
                <w:pPr>
                  <w:pStyle w:val="Name"/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  <w:b/>
                    <w:color w:val="002060"/>
                    <w:sz w:val="18"/>
                    <w:szCs w:val="18"/>
                  </w:rPr>
                  <w:t>Department/College Name</w:t>
                </w:r>
              </w:p>
            </w:sdtContent>
          </w:sdt>
          <w:p w14:paraId="65F9B65B" w14:textId="3AAD86DD" w:rsidR="00DD1218" w:rsidRPr="002F7578" w:rsidRDefault="002F7578" w:rsidP="00DD1218">
            <w:pPr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color w:val="002060"/>
                  <w:szCs w:val="18"/>
                </w:rPr>
                <w:alias w:val="Address"/>
                <w:tag w:val=""/>
                <w:id w:val="1262410265"/>
                <w:placeholder>
                  <w:docPart w:val="C60A2323DD1EE34FBA4FE4E0D884E353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t xml:space="preserve">101 College Hill Drive 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Box 2033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Philippi, WV 26416</w:t>
                </w:r>
                <w:r w:rsidR="006E5BCA" w:rsidRPr="002F7578">
                  <w:rPr>
                    <w:rFonts w:ascii="Times New Roman" w:hAnsi="Times New Roman" w:cs="Times New Roman"/>
                    <w:color w:val="002060"/>
                    <w:szCs w:val="18"/>
                  </w:rPr>
                  <w:br/>
                  <w:t>www.ab.edu</w:t>
                </w:r>
              </w:sdtContent>
            </w:sdt>
          </w:p>
        </w:tc>
      </w:tr>
    </w:tbl>
    <w:p w14:paraId="1B7B7A82" w14:textId="77777777" w:rsidR="008A6578" w:rsidRDefault="008A6578"/>
    <w:sectPr w:rsidR="008A6578">
      <w:pgSz w:w="12240" w:h="15840"/>
      <w:pgMar w:top="720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E10"/>
    <w:rsid w:val="00081E10"/>
    <w:rsid w:val="00240D01"/>
    <w:rsid w:val="002F7578"/>
    <w:rsid w:val="00426C6B"/>
    <w:rsid w:val="005070E0"/>
    <w:rsid w:val="00623243"/>
    <w:rsid w:val="006E5BCA"/>
    <w:rsid w:val="007746AF"/>
    <w:rsid w:val="007D6BB8"/>
    <w:rsid w:val="008A6578"/>
    <w:rsid w:val="00A02BB7"/>
    <w:rsid w:val="00BB2E1F"/>
    <w:rsid w:val="00C16393"/>
    <w:rsid w:val="00C93B5E"/>
    <w:rsid w:val="00D82BD1"/>
    <w:rsid w:val="00DD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3BD61"/>
  <w15:chartTrackingRefBased/>
  <w15:docId w15:val="{99B7132F-C156-446A-BC7B-779C1A8C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62626" w:themeColor="text2"/>
        <w:kern w:val="2"/>
        <w:sz w:val="18"/>
        <w:lang w:val="en-US" w:eastAsia="ja-JP" w:bidi="ar-SA"/>
        <w14:ligatures w14:val="standard"/>
      </w:rPr>
    </w:rPrDefault>
    <w:pPrDefault>
      <w:pPr>
        <w:spacing w:after="40" w:line="252" w:lineRule="auto"/>
        <w:ind w:right="23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9ABEE" w:themeColor="accent1" w:themeShade="BF"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09ABEE" w:themeColor="accent1" w:themeShade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Name">
    <w:name w:val="Name"/>
    <w:basedOn w:val="Normal"/>
    <w:uiPriority w:val="1"/>
    <w:qFormat/>
    <w:pPr>
      <w:spacing w:after="0" w:line="240" w:lineRule="auto"/>
    </w:pPr>
    <w:rPr>
      <w:sz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9ABEE" w:themeColor="accent1" w:themeShade="BF"/>
      <w:sz w:val="24"/>
    </w:rPr>
  </w:style>
  <w:style w:type="paragraph" w:customStyle="1" w:styleId="Graphic">
    <w:name w:val="Graphic"/>
    <w:basedOn w:val="Normal"/>
    <w:uiPriority w:val="99"/>
    <w:pPr>
      <w:spacing w:after="0" w:line="240" w:lineRule="auto"/>
      <w:ind w:right="0"/>
      <w:jc w:val="center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9ABEE" w:themeColor="accen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lanhamas\AppData\Roaming\Microsoft\Templates\Return%20address%20labels%20(Rainbow%20Bears%20design,%2030%20per%20page,%20works%20with%20Avery%205160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E1FFB6FD83D54DA710067331618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2E478-3C75-1346-8F5D-9FFFB65CEF21}"/>
      </w:docPartPr>
      <w:docPartBody>
        <w:p w:rsidR="006D5648" w:rsidRDefault="000C3F66" w:rsidP="000C3F66">
          <w:pPr>
            <w:pStyle w:val="85E1FFB6FD83D54DA7100673316184EA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1CB0638D41AA084FBD6310F86E67D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06B07-7B26-E24B-9C1F-1A35F7069124}"/>
      </w:docPartPr>
      <w:docPartBody>
        <w:p w:rsidR="006D5648" w:rsidRDefault="000C3F66" w:rsidP="000C3F66">
          <w:pPr>
            <w:pStyle w:val="1CB0638D41AA084FBD6310F86E67DA19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BBC094CEE559CD42BFBA5E96D6A4E4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D2837-79E9-1940-A74B-66F521CC44DE}"/>
      </w:docPartPr>
      <w:docPartBody>
        <w:p w:rsidR="006D5648" w:rsidRDefault="000C3F66" w:rsidP="000C3F66">
          <w:pPr>
            <w:pStyle w:val="BBC094CEE559CD42BFBA5E96D6A4E464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5DBF5A4740D774488BBB6537F61B4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BCC16-E09E-D748-B48B-1318107C3C91}"/>
      </w:docPartPr>
      <w:docPartBody>
        <w:p w:rsidR="006D5648" w:rsidRDefault="000C3F66" w:rsidP="000C3F66">
          <w:pPr>
            <w:pStyle w:val="5DBF5A4740D774488BBB6537F61B4124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126ABAB6C9C3924F856A58FDCC0D9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A2618-FA0D-7A4F-93E9-F7C37BC215D5}"/>
      </w:docPartPr>
      <w:docPartBody>
        <w:p w:rsidR="006D5648" w:rsidRDefault="000C3F66" w:rsidP="000C3F66">
          <w:pPr>
            <w:pStyle w:val="126ABAB6C9C3924F856A58FDCC0D9675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F746D1B56D2F744FBF07CEAE3840D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9A505-B792-6145-9C25-15116CC90AD1}"/>
      </w:docPartPr>
      <w:docPartBody>
        <w:p w:rsidR="006D5648" w:rsidRDefault="000C3F66" w:rsidP="000C3F66">
          <w:pPr>
            <w:pStyle w:val="F746D1B56D2F744FBF07CEAE3840D22D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1F34B3041A73B94B86CFEFABA376DF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0AC60-3CA7-3140-9035-399D7A574809}"/>
      </w:docPartPr>
      <w:docPartBody>
        <w:p w:rsidR="006D5648" w:rsidRDefault="000C3F66" w:rsidP="000C3F66">
          <w:pPr>
            <w:pStyle w:val="1F34B3041A73B94B86CFEFABA376DF65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C6D86E6097E4C441ADEAC3AEFA2F0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BF2E3-823F-D148-9B16-4986C1915657}"/>
      </w:docPartPr>
      <w:docPartBody>
        <w:p w:rsidR="006D5648" w:rsidRDefault="000C3F66" w:rsidP="000C3F66">
          <w:pPr>
            <w:pStyle w:val="C6D86E6097E4C441ADEAC3AEFA2F04A4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D8B5A5377E9E284697334811C0791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FBD376-673C-594B-BE15-27C1EA0E7930}"/>
      </w:docPartPr>
      <w:docPartBody>
        <w:p w:rsidR="006D5648" w:rsidRDefault="000C3F66" w:rsidP="000C3F66">
          <w:pPr>
            <w:pStyle w:val="D8B5A5377E9E284697334811C0791D6A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9866DABF5482B44A95A2860D66EA6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D6C0C-1F84-E844-BC91-CBDA0EA956F1}"/>
      </w:docPartPr>
      <w:docPartBody>
        <w:p w:rsidR="006D5648" w:rsidRDefault="000C3F66" w:rsidP="000C3F66">
          <w:pPr>
            <w:pStyle w:val="9866DABF5482B44A95A2860D66EA6C61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3F9A0F62232A8547807B104F6011B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7011A-299A-504A-B44E-1ABE92C22828}"/>
      </w:docPartPr>
      <w:docPartBody>
        <w:p w:rsidR="006D5648" w:rsidRDefault="000C3F66" w:rsidP="000C3F66">
          <w:pPr>
            <w:pStyle w:val="3F9A0F62232A8547807B104F6011B80C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9820F5711CA50A4B9BA709AA57000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CBD72-CD50-E24B-822A-7478F9338C8B}"/>
      </w:docPartPr>
      <w:docPartBody>
        <w:p w:rsidR="006D5648" w:rsidRDefault="000C3F66" w:rsidP="000C3F66">
          <w:pPr>
            <w:pStyle w:val="9820F5711CA50A4B9BA709AA5700021F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BF6CC7A6B01212458993CB4915A22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E3F65-86A3-D34D-8764-4F3D0D77506E}"/>
      </w:docPartPr>
      <w:docPartBody>
        <w:p w:rsidR="006D5648" w:rsidRDefault="000C3F66" w:rsidP="000C3F66">
          <w:pPr>
            <w:pStyle w:val="BF6CC7A6B01212458993CB4915A229E9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FB846B7E699AF749A01C1C4126827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B01D0-B12F-674F-94B6-378DFF503019}"/>
      </w:docPartPr>
      <w:docPartBody>
        <w:p w:rsidR="006D5648" w:rsidRDefault="000C3F66" w:rsidP="000C3F66">
          <w:pPr>
            <w:pStyle w:val="FB846B7E699AF749A01C1C4126827496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F5FABF5C74FB204B8A07BF28DABCA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67CD4-63A7-0049-9B63-0859B6AA0E2F}"/>
      </w:docPartPr>
      <w:docPartBody>
        <w:p w:rsidR="006D5648" w:rsidRDefault="000C3F66" w:rsidP="000C3F66">
          <w:pPr>
            <w:pStyle w:val="F5FABF5C74FB204B8A07BF28DABCA7FC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AE6EA14C4083564AA003F3F699013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87054-E7E4-904B-89E0-4609472AE2B5}"/>
      </w:docPartPr>
      <w:docPartBody>
        <w:p w:rsidR="006D5648" w:rsidRDefault="000C3F66" w:rsidP="000C3F66">
          <w:pPr>
            <w:pStyle w:val="AE6EA14C4083564AA003F3F699013ACC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93C9EB00BF773448BEFAD5AF78C72B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E16A0-01C9-E34C-AAC7-107D6671BC01}"/>
      </w:docPartPr>
      <w:docPartBody>
        <w:p w:rsidR="006D5648" w:rsidRDefault="000C3F66" w:rsidP="000C3F66">
          <w:pPr>
            <w:pStyle w:val="93C9EB00BF773448BEFAD5AF78C72B48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F5E175F79454EE4385E86C08BD244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A032D-DA0E-0347-8E03-4B7D15F111AD}"/>
      </w:docPartPr>
      <w:docPartBody>
        <w:p w:rsidR="006D5648" w:rsidRDefault="000C3F66" w:rsidP="000C3F66">
          <w:pPr>
            <w:pStyle w:val="F5E175F79454EE4385E86C08BD244836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19642F9785676941B97860BA19179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E15CC-E7CA-2D4F-AE34-9C08C22E5FBF}"/>
      </w:docPartPr>
      <w:docPartBody>
        <w:p w:rsidR="006D5648" w:rsidRDefault="000C3F66" w:rsidP="000C3F66">
          <w:pPr>
            <w:pStyle w:val="19642F9785676941B97860BA1917928D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E1FC02175AD59843A871590DB1F3F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A9AAC-05DF-EB4D-975E-0B51A1CD8B49}"/>
      </w:docPartPr>
      <w:docPartBody>
        <w:p w:rsidR="006D5648" w:rsidRDefault="000C3F66" w:rsidP="000C3F66">
          <w:pPr>
            <w:pStyle w:val="E1FC02175AD59843A871590DB1F3F621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F2459C3F69367345B05E79F9C8AF3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548DEA-4BF9-1948-8615-43E74108111B}"/>
      </w:docPartPr>
      <w:docPartBody>
        <w:p w:rsidR="006D5648" w:rsidRDefault="000C3F66" w:rsidP="000C3F66">
          <w:pPr>
            <w:pStyle w:val="F2459C3F69367345B05E79F9C8AF391E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37AC6BC009D97148911FFDDCC0BA0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9B024-4F73-0B4F-82EA-8D72D4DFBD7C}"/>
      </w:docPartPr>
      <w:docPartBody>
        <w:p w:rsidR="006D5648" w:rsidRDefault="000C3F66" w:rsidP="000C3F66">
          <w:pPr>
            <w:pStyle w:val="37AC6BC009D97148911FFDDCC0BA04FD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2C683C3D16C66548BB082D09FAD51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E0670-E156-C042-8F27-B22969CB2F46}"/>
      </w:docPartPr>
      <w:docPartBody>
        <w:p w:rsidR="006D5648" w:rsidRDefault="000C3F66" w:rsidP="000C3F66">
          <w:pPr>
            <w:pStyle w:val="2C683C3D16C66548BB082D09FAD511C2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DEC9B4257B3C7849A0230EE6DAA67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E8A47-27A6-E24C-83F0-2B0D0F8EDFC4}"/>
      </w:docPartPr>
      <w:docPartBody>
        <w:p w:rsidR="006D5648" w:rsidRDefault="000C3F66" w:rsidP="000C3F66">
          <w:pPr>
            <w:pStyle w:val="DEC9B4257B3C7849A0230EE6DAA67CC3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6E63EFE85262DF4C8DF2096A4FBAD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31568-69CF-6F4C-8AB0-5CDF363C86E2}"/>
      </w:docPartPr>
      <w:docPartBody>
        <w:p w:rsidR="006D5648" w:rsidRDefault="000C3F66" w:rsidP="000C3F66">
          <w:pPr>
            <w:pStyle w:val="6E63EFE85262DF4C8DF2096A4FBAD8FF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CAF3B20219B7C54FA824AB6622DC82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3096D9-0250-0F44-8D96-3A76B7631707}"/>
      </w:docPartPr>
      <w:docPartBody>
        <w:p w:rsidR="006D5648" w:rsidRDefault="000C3F66" w:rsidP="000C3F66">
          <w:pPr>
            <w:pStyle w:val="CAF3B20219B7C54FA824AB6622DC82B0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8480B4336DDF004BA21C99282415C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E531C-1B3A-5044-9636-61337666F6AF}"/>
      </w:docPartPr>
      <w:docPartBody>
        <w:p w:rsidR="006D5648" w:rsidRDefault="000C3F66" w:rsidP="000C3F66">
          <w:pPr>
            <w:pStyle w:val="8480B4336DDF004BA21C99282415CD51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02924BE37F740548B8E22B6267F630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AA162-317B-684D-A411-B6D842EEA80A}"/>
      </w:docPartPr>
      <w:docPartBody>
        <w:p w:rsidR="006D5648" w:rsidRDefault="000C3F66" w:rsidP="000C3F66">
          <w:pPr>
            <w:pStyle w:val="02924BE37F740548B8E22B6267F630EA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9352BDFEE6BF0649AA9733F1742CB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360B4-EA67-A746-9A9D-FC9CB699DC0B}"/>
      </w:docPartPr>
      <w:docPartBody>
        <w:p w:rsidR="006D5648" w:rsidRDefault="000C3F66" w:rsidP="000C3F66">
          <w:pPr>
            <w:pStyle w:val="9352BDFEE6BF0649AA9733F1742CB795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2F30AA8AAE888848BC03522EBB412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0FBFA-BE24-D241-9727-31D86558F741}"/>
      </w:docPartPr>
      <w:docPartBody>
        <w:p w:rsidR="006D5648" w:rsidRDefault="000C3F66" w:rsidP="000C3F66">
          <w:pPr>
            <w:pStyle w:val="2F30AA8AAE888848BC03522EBB4128B2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6954C5D369010742849385374FC6F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7726E-097E-5042-BFE0-7781DD4872F5}"/>
      </w:docPartPr>
      <w:docPartBody>
        <w:p w:rsidR="006D5648" w:rsidRDefault="000C3F66" w:rsidP="000C3F66">
          <w:pPr>
            <w:pStyle w:val="6954C5D369010742849385374FC6F9DA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0E94176E1C1B3D4D9330A33B0939A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83181-B5E4-6341-9685-A26D76DB3426}"/>
      </w:docPartPr>
      <w:docPartBody>
        <w:p w:rsidR="006D5648" w:rsidRDefault="000C3F66" w:rsidP="000C3F66">
          <w:pPr>
            <w:pStyle w:val="0E94176E1C1B3D4D9330A33B0939A827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53C85F06B4BDC149A2E21D126B10B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21716E-4C04-A447-8182-C7763810EB28}"/>
      </w:docPartPr>
      <w:docPartBody>
        <w:p w:rsidR="006D5648" w:rsidRDefault="000C3F66" w:rsidP="000C3F66">
          <w:pPr>
            <w:pStyle w:val="53C85F06B4BDC149A2E21D126B10B6A6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3DD5A49FE358AF4999E9A41FD3E5F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AB893-4394-D444-992B-729C1A3B39DA}"/>
      </w:docPartPr>
      <w:docPartBody>
        <w:p w:rsidR="006D5648" w:rsidRDefault="000C3F66" w:rsidP="000C3F66">
          <w:pPr>
            <w:pStyle w:val="3DD5A49FE358AF4999E9A41FD3E5FCE6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9C85F148EE169C41B8F6601E4E508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A9BA9-6203-1143-86EB-279C158B1F36}"/>
      </w:docPartPr>
      <w:docPartBody>
        <w:p w:rsidR="006D5648" w:rsidRDefault="000C3F66" w:rsidP="000C3F66">
          <w:pPr>
            <w:pStyle w:val="9C85F148EE169C41B8F6601E4E5082B3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A139BCC977908848B0DF4A651EEF3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A5E14-F9FC-4046-A575-D9EB5DECCC6F}"/>
      </w:docPartPr>
      <w:docPartBody>
        <w:p w:rsidR="006D5648" w:rsidRDefault="000C3F66" w:rsidP="000C3F66">
          <w:pPr>
            <w:pStyle w:val="A139BCC977908848B0DF4A651EEF34AC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BFC90E1D4D81E74C87BCADD5D65BF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4A4D7-5362-894C-9DBF-9078FD0F7F2F}"/>
      </w:docPartPr>
      <w:docPartBody>
        <w:p w:rsidR="006D5648" w:rsidRDefault="000C3F66" w:rsidP="000C3F66">
          <w:pPr>
            <w:pStyle w:val="BFC90E1D4D81E74C87BCADD5D65BFB27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BC85BF80773D6E4BB3D503DC598429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EB498-6AB3-6447-9EF7-8AC89C874F4F}"/>
      </w:docPartPr>
      <w:docPartBody>
        <w:p w:rsidR="006D5648" w:rsidRDefault="000C3F66" w:rsidP="000C3F66">
          <w:pPr>
            <w:pStyle w:val="BC85BF80773D6E4BB3D503DC59842987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53369A440464EC4DB80007903DD62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BB376-A45B-A343-A075-9E49F92F7218}"/>
      </w:docPartPr>
      <w:docPartBody>
        <w:p w:rsidR="006D5648" w:rsidRDefault="000C3F66" w:rsidP="000C3F66">
          <w:pPr>
            <w:pStyle w:val="53369A440464EC4DB80007903DD62DC1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9531B60D9CC902419F183B5F6C782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2AC12-26EE-6342-9DC2-0B329DBD356B}"/>
      </w:docPartPr>
      <w:docPartBody>
        <w:p w:rsidR="006D5648" w:rsidRDefault="000C3F66" w:rsidP="000C3F66">
          <w:pPr>
            <w:pStyle w:val="9531B60D9CC902419F183B5F6C782E17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9F436B161D535548B34DF2B0BA434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BACEE-AA98-DC47-AF58-BE7DDD130000}"/>
      </w:docPartPr>
      <w:docPartBody>
        <w:p w:rsidR="006D5648" w:rsidRDefault="000C3F66" w:rsidP="000C3F66">
          <w:pPr>
            <w:pStyle w:val="9F436B161D535548B34DF2B0BA4346D8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4822BC7D297BC847A85E71B393058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4FC6B-2E7B-5342-983A-23D86D6BEA5E}"/>
      </w:docPartPr>
      <w:docPartBody>
        <w:p w:rsidR="006D5648" w:rsidRDefault="000C3F66" w:rsidP="000C3F66">
          <w:pPr>
            <w:pStyle w:val="4822BC7D297BC847A85E71B393058018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9D8ED26EC43B9E419AB0606230C3E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F33657-1F3C-1143-8588-E892B323599B}"/>
      </w:docPartPr>
      <w:docPartBody>
        <w:p w:rsidR="006D5648" w:rsidRDefault="000C3F66" w:rsidP="000C3F66">
          <w:pPr>
            <w:pStyle w:val="9D8ED26EC43B9E419AB0606230C3EDCB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D60E3B80E5E1F641A940BBE4E1D24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5A7FB-DA3F-204A-9CBE-94DC64B31653}"/>
      </w:docPartPr>
      <w:docPartBody>
        <w:p w:rsidR="006D5648" w:rsidRDefault="000C3F66" w:rsidP="000C3F66">
          <w:pPr>
            <w:pStyle w:val="D60E3B80E5E1F641A940BBE4E1D244C1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4679E5F2992BCC4F9042091271E35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43D52-29FC-ED49-9C18-9F94FA37A8B8}"/>
      </w:docPartPr>
      <w:docPartBody>
        <w:p w:rsidR="006D5648" w:rsidRDefault="000C3F66" w:rsidP="000C3F66">
          <w:pPr>
            <w:pStyle w:val="4679E5F2992BCC4F9042091271E35A26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A74187C799DF3649BE1D4BCF883E89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2251C-18E4-4E4A-AA17-9B15B9B992CF}"/>
      </w:docPartPr>
      <w:docPartBody>
        <w:p w:rsidR="006D5648" w:rsidRDefault="000C3F66" w:rsidP="000C3F66">
          <w:pPr>
            <w:pStyle w:val="A74187C799DF3649BE1D4BCF883E89FC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608EB24D7D447146BA59BA0CAD1E1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03A55B-710D-984C-8990-D019523AD679}"/>
      </w:docPartPr>
      <w:docPartBody>
        <w:p w:rsidR="006D5648" w:rsidRDefault="000C3F66" w:rsidP="000C3F66">
          <w:pPr>
            <w:pStyle w:val="608EB24D7D447146BA59BA0CAD1E19EE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2E8D50FB89B27A4BB0504C54C350E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A6F95-659A-984D-9512-CBD7770D9969}"/>
      </w:docPartPr>
      <w:docPartBody>
        <w:p w:rsidR="006D5648" w:rsidRDefault="000C3F66" w:rsidP="000C3F66">
          <w:pPr>
            <w:pStyle w:val="2E8D50FB89B27A4BB0504C54C350E766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86EF10CB6D004446A03E29D754390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A6BBA-B81A-9144-AE26-B8E410842F47}"/>
      </w:docPartPr>
      <w:docPartBody>
        <w:p w:rsidR="006D5648" w:rsidRDefault="000C3F66" w:rsidP="000C3F66">
          <w:pPr>
            <w:pStyle w:val="86EF10CB6D004446A03E29D754390F2C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32DA33B99F095346B0DCB865475C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D3FD6-36E4-5D42-9762-00891FF091B7}"/>
      </w:docPartPr>
      <w:docPartBody>
        <w:p w:rsidR="006D5648" w:rsidRDefault="000C3F66" w:rsidP="000C3F66">
          <w:pPr>
            <w:pStyle w:val="32DA33B99F095346B0DCB865475C1DC5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8F2DFFAE2FCE2E4FB2A732BFC862A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C456AB-93EF-BA46-9D7C-9FDD8650AA81}"/>
      </w:docPartPr>
      <w:docPartBody>
        <w:p w:rsidR="006D5648" w:rsidRDefault="000C3F66" w:rsidP="000C3F66">
          <w:pPr>
            <w:pStyle w:val="8F2DFFAE2FCE2E4FB2A732BFC862AF2F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D73B7A0345E9E447BDEEED585EE13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C60EA-33BB-7F48-8885-C23FCFF46B19}"/>
      </w:docPartPr>
      <w:docPartBody>
        <w:p w:rsidR="006D5648" w:rsidRDefault="000C3F66" w:rsidP="000C3F66">
          <w:pPr>
            <w:pStyle w:val="D73B7A0345E9E447BDEEED585EE13660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12CF760631DC3248B889C80FD84B3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7FFFF-2A99-5441-A985-24832E491DCA}"/>
      </w:docPartPr>
      <w:docPartBody>
        <w:p w:rsidR="006D5648" w:rsidRDefault="000C3F66" w:rsidP="000C3F66">
          <w:pPr>
            <w:pStyle w:val="12CF760631DC3248B889C80FD84B3247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A881851D1CD9CC4A92BADF650FF0D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E44BF6-05A6-3C42-9DC9-88B6FF094E69}"/>
      </w:docPartPr>
      <w:docPartBody>
        <w:p w:rsidR="006D5648" w:rsidRDefault="000C3F66" w:rsidP="000C3F66">
          <w:pPr>
            <w:pStyle w:val="A881851D1CD9CC4A92BADF650FF0D39B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70AD5DEA116F8D429BF69922D5DEC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1FA2D-3E93-754D-B9AF-379C2050A865}"/>
      </w:docPartPr>
      <w:docPartBody>
        <w:p w:rsidR="006D5648" w:rsidRDefault="000C3F66" w:rsidP="000C3F66">
          <w:pPr>
            <w:pStyle w:val="70AD5DEA116F8D429BF69922D5DEC000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E2A6569F286C354EB5882A1F20C60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198D2-6EB8-8D40-A664-803910A550AE}"/>
      </w:docPartPr>
      <w:docPartBody>
        <w:p w:rsidR="006D5648" w:rsidRDefault="000C3F66" w:rsidP="000C3F66">
          <w:pPr>
            <w:pStyle w:val="E2A6569F286C354EB5882A1F20C60A57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9362E71F257C8443A0261A979F016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84D71-6F93-7E4A-ACC3-DDC4540C108C}"/>
      </w:docPartPr>
      <w:docPartBody>
        <w:p w:rsidR="006D5648" w:rsidRDefault="000C3F66" w:rsidP="000C3F66">
          <w:pPr>
            <w:pStyle w:val="9362E71F257C8443A0261A979F0162C7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6AC5606A4054BF47B97F92781F944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7DB86-975E-2343-AD74-2A786B716716}"/>
      </w:docPartPr>
      <w:docPartBody>
        <w:p w:rsidR="006D5648" w:rsidRDefault="000C3F66" w:rsidP="000C3F66">
          <w:pPr>
            <w:pStyle w:val="6AC5606A4054BF47B97F92781F944977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6081992D2949D74794262BD5ECD61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9B3C5-FDBB-B14E-9162-D841A7EA8008}"/>
      </w:docPartPr>
      <w:docPartBody>
        <w:p w:rsidR="006D5648" w:rsidRDefault="000C3F66" w:rsidP="000C3F66">
          <w:pPr>
            <w:pStyle w:val="6081992D2949D74794262BD5ECD61388"/>
          </w:pPr>
          <w:r>
            <w:rPr>
              <w:color w:val="4472C4" w:themeColor="accent1"/>
            </w:rPr>
            <w:t>[Your Name]</w:t>
          </w:r>
        </w:p>
      </w:docPartBody>
    </w:docPart>
    <w:docPart>
      <w:docPartPr>
        <w:name w:val="C60A2323DD1EE34FBA4FE4E0D884E3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3E7E9-2C6A-784D-8E36-8394D45EEE31}"/>
      </w:docPartPr>
      <w:docPartBody>
        <w:p w:rsidR="006D5648" w:rsidRDefault="000C3F66" w:rsidP="000C3F66">
          <w:pPr>
            <w:pStyle w:val="C60A2323DD1EE34FBA4FE4E0D884E353"/>
          </w:pPr>
          <w:r>
            <w:t>[Street Address]</w:t>
          </w:r>
          <w:r>
            <w:br/>
            <w:t>[City, ST 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AFF"/>
    <w:rsid w:val="00010112"/>
    <w:rsid w:val="000C3F66"/>
    <w:rsid w:val="00197204"/>
    <w:rsid w:val="00494E97"/>
    <w:rsid w:val="00680AFF"/>
    <w:rsid w:val="00682761"/>
    <w:rsid w:val="006D5648"/>
    <w:rsid w:val="009A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4D2E638C434BBCBBD68231E334BCE6">
    <w:name w:val="734D2E638C434BBCBBD68231E334BCE6"/>
  </w:style>
  <w:style w:type="paragraph" w:customStyle="1" w:styleId="33AE96F8C2424A33B531D69179E1996B">
    <w:name w:val="33AE96F8C2424A33B531D69179E1996B"/>
  </w:style>
  <w:style w:type="paragraph" w:customStyle="1" w:styleId="A6E228C2BDCD47D5A529EA18DA2393F7">
    <w:name w:val="A6E228C2BDCD47D5A529EA18DA2393F7"/>
  </w:style>
  <w:style w:type="paragraph" w:customStyle="1" w:styleId="A68D5452A85E440DAD1197622D039447">
    <w:name w:val="A68D5452A85E440DAD1197622D039447"/>
  </w:style>
  <w:style w:type="paragraph" w:customStyle="1" w:styleId="7D496810234244F9BCB0517B46BD25A8">
    <w:name w:val="7D496810234244F9BCB0517B46BD25A8"/>
  </w:style>
  <w:style w:type="paragraph" w:customStyle="1" w:styleId="0CACD7E4475149A5836561BEB81ECA03">
    <w:name w:val="0CACD7E4475149A5836561BEB81ECA03"/>
  </w:style>
  <w:style w:type="paragraph" w:customStyle="1" w:styleId="7CF87995477F4FD6A1A8A8EAAAD91A80">
    <w:name w:val="7CF87995477F4FD6A1A8A8EAAAD91A80"/>
  </w:style>
  <w:style w:type="paragraph" w:customStyle="1" w:styleId="01ADD0A226CDC54986B0D27E54070733">
    <w:name w:val="01ADD0A226CDC54986B0D27E54070733"/>
    <w:rsid w:val="000C3F66"/>
    <w:pPr>
      <w:spacing w:after="0" w:line="240" w:lineRule="auto"/>
    </w:pPr>
    <w:rPr>
      <w:sz w:val="24"/>
      <w:szCs w:val="24"/>
    </w:rPr>
  </w:style>
  <w:style w:type="paragraph" w:customStyle="1" w:styleId="40DCB71845BD084FA2F42333806EA39C">
    <w:name w:val="40DCB71845BD084FA2F42333806EA39C"/>
    <w:rsid w:val="000C3F66"/>
    <w:pPr>
      <w:spacing w:after="0" w:line="240" w:lineRule="auto"/>
    </w:pPr>
    <w:rPr>
      <w:sz w:val="24"/>
      <w:szCs w:val="24"/>
    </w:rPr>
  </w:style>
  <w:style w:type="paragraph" w:customStyle="1" w:styleId="96730E17DD0C6C48B6B823F39F38D778">
    <w:name w:val="96730E17DD0C6C48B6B823F39F38D778"/>
    <w:rsid w:val="000C3F66"/>
    <w:pPr>
      <w:spacing w:after="0" w:line="240" w:lineRule="auto"/>
    </w:pPr>
    <w:rPr>
      <w:sz w:val="24"/>
      <w:szCs w:val="24"/>
    </w:rPr>
  </w:style>
  <w:style w:type="paragraph" w:customStyle="1" w:styleId="06817D9B9161F9478D628060E16AA7D7">
    <w:name w:val="06817D9B9161F9478D628060E16AA7D7"/>
    <w:rsid w:val="000C3F66"/>
    <w:pPr>
      <w:spacing w:after="0" w:line="240" w:lineRule="auto"/>
    </w:pPr>
    <w:rPr>
      <w:sz w:val="24"/>
      <w:szCs w:val="24"/>
    </w:rPr>
  </w:style>
  <w:style w:type="paragraph" w:customStyle="1" w:styleId="A63E8922F5CFF74691EB0F66FB8C3A0C">
    <w:name w:val="A63E8922F5CFF74691EB0F66FB8C3A0C"/>
    <w:rsid w:val="000C3F66"/>
    <w:pPr>
      <w:spacing w:after="0" w:line="240" w:lineRule="auto"/>
    </w:pPr>
    <w:rPr>
      <w:sz w:val="24"/>
      <w:szCs w:val="24"/>
    </w:rPr>
  </w:style>
  <w:style w:type="paragraph" w:customStyle="1" w:styleId="A1981A1EE65AC8478DDC02FB14351F4F">
    <w:name w:val="A1981A1EE65AC8478DDC02FB14351F4F"/>
    <w:rsid w:val="000C3F66"/>
    <w:pPr>
      <w:spacing w:after="0" w:line="240" w:lineRule="auto"/>
    </w:pPr>
    <w:rPr>
      <w:sz w:val="24"/>
      <w:szCs w:val="24"/>
    </w:rPr>
  </w:style>
  <w:style w:type="paragraph" w:customStyle="1" w:styleId="83CDEF867C238540B460F21BC7218508">
    <w:name w:val="83CDEF867C238540B460F21BC7218508"/>
    <w:rsid w:val="000C3F66"/>
    <w:pPr>
      <w:spacing w:after="0" w:line="240" w:lineRule="auto"/>
    </w:pPr>
    <w:rPr>
      <w:sz w:val="24"/>
      <w:szCs w:val="24"/>
    </w:rPr>
  </w:style>
  <w:style w:type="paragraph" w:customStyle="1" w:styleId="075231DEDC6EA04F9FBA57142D53AB90">
    <w:name w:val="075231DEDC6EA04F9FBA57142D53AB90"/>
    <w:rsid w:val="000C3F66"/>
    <w:pPr>
      <w:spacing w:after="0" w:line="240" w:lineRule="auto"/>
    </w:pPr>
    <w:rPr>
      <w:sz w:val="24"/>
      <w:szCs w:val="24"/>
    </w:rPr>
  </w:style>
  <w:style w:type="paragraph" w:customStyle="1" w:styleId="1215CEEC47B1884FACBBA8638A9359CF">
    <w:name w:val="1215CEEC47B1884FACBBA8638A9359CF"/>
    <w:rsid w:val="000C3F66"/>
    <w:pPr>
      <w:spacing w:after="0" w:line="240" w:lineRule="auto"/>
    </w:pPr>
    <w:rPr>
      <w:sz w:val="24"/>
      <w:szCs w:val="24"/>
    </w:rPr>
  </w:style>
  <w:style w:type="paragraph" w:customStyle="1" w:styleId="49444B986DDB284BBAB073515D242C37">
    <w:name w:val="49444B986DDB284BBAB073515D242C37"/>
    <w:rsid w:val="000C3F66"/>
    <w:pPr>
      <w:spacing w:after="0" w:line="240" w:lineRule="auto"/>
    </w:pPr>
    <w:rPr>
      <w:sz w:val="24"/>
      <w:szCs w:val="24"/>
    </w:rPr>
  </w:style>
  <w:style w:type="paragraph" w:customStyle="1" w:styleId="465080F7F67CB94E91A43441CD3B3B41">
    <w:name w:val="465080F7F67CB94E91A43441CD3B3B41"/>
    <w:rsid w:val="000C3F66"/>
    <w:pPr>
      <w:spacing w:after="0" w:line="240" w:lineRule="auto"/>
    </w:pPr>
    <w:rPr>
      <w:sz w:val="24"/>
      <w:szCs w:val="24"/>
    </w:rPr>
  </w:style>
  <w:style w:type="paragraph" w:customStyle="1" w:styleId="780B89B862D3324897CADBC16B94F141">
    <w:name w:val="780B89B862D3324897CADBC16B94F141"/>
    <w:rsid w:val="000C3F66"/>
    <w:pPr>
      <w:spacing w:after="0" w:line="240" w:lineRule="auto"/>
    </w:pPr>
    <w:rPr>
      <w:sz w:val="24"/>
      <w:szCs w:val="24"/>
    </w:rPr>
  </w:style>
  <w:style w:type="paragraph" w:customStyle="1" w:styleId="608B8D3E664C134BBDE87DBD3837B7D4">
    <w:name w:val="608B8D3E664C134BBDE87DBD3837B7D4"/>
    <w:rsid w:val="000C3F66"/>
    <w:pPr>
      <w:spacing w:after="0" w:line="240" w:lineRule="auto"/>
    </w:pPr>
    <w:rPr>
      <w:sz w:val="24"/>
      <w:szCs w:val="24"/>
    </w:rPr>
  </w:style>
  <w:style w:type="paragraph" w:customStyle="1" w:styleId="C1362AEE3BD72542A642E06E21BA67F1">
    <w:name w:val="C1362AEE3BD72542A642E06E21BA67F1"/>
    <w:rsid w:val="000C3F66"/>
    <w:pPr>
      <w:spacing w:after="0" w:line="240" w:lineRule="auto"/>
    </w:pPr>
    <w:rPr>
      <w:sz w:val="24"/>
      <w:szCs w:val="24"/>
    </w:rPr>
  </w:style>
  <w:style w:type="paragraph" w:customStyle="1" w:styleId="EE96C352D25C7D439DD41215A28764CA">
    <w:name w:val="EE96C352D25C7D439DD41215A28764CA"/>
    <w:rsid w:val="000C3F66"/>
    <w:pPr>
      <w:spacing w:after="0" w:line="240" w:lineRule="auto"/>
    </w:pPr>
    <w:rPr>
      <w:sz w:val="24"/>
      <w:szCs w:val="24"/>
    </w:rPr>
  </w:style>
  <w:style w:type="paragraph" w:customStyle="1" w:styleId="C3C9BBAC522E14479693D7131CFD17C0">
    <w:name w:val="C3C9BBAC522E14479693D7131CFD17C0"/>
    <w:rsid w:val="000C3F66"/>
    <w:pPr>
      <w:spacing w:after="0" w:line="240" w:lineRule="auto"/>
    </w:pPr>
    <w:rPr>
      <w:sz w:val="24"/>
      <w:szCs w:val="24"/>
    </w:rPr>
  </w:style>
  <w:style w:type="paragraph" w:customStyle="1" w:styleId="7D95B62B1588AE4E8B3475CDBAAD83C3">
    <w:name w:val="7D95B62B1588AE4E8B3475CDBAAD83C3"/>
    <w:rsid w:val="000C3F66"/>
    <w:pPr>
      <w:spacing w:after="0" w:line="240" w:lineRule="auto"/>
    </w:pPr>
    <w:rPr>
      <w:sz w:val="24"/>
      <w:szCs w:val="24"/>
    </w:rPr>
  </w:style>
  <w:style w:type="paragraph" w:customStyle="1" w:styleId="DA17E73E5EB5AF4EAF6394CC414881CD">
    <w:name w:val="DA17E73E5EB5AF4EAF6394CC414881CD"/>
    <w:rsid w:val="000C3F66"/>
    <w:pPr>
      <w:spacing w:after="0" w:line="240" w:lineRule="auto"/>
    </w:pPr>
    <w:rPr>
      <w:sz w:val="24"/>
      <w:szCs w:val="24"/>
    </w:rPr>
  </w:style>
  <w:style w:type="paragraph" w:customStyle="1" w:styleId="5F8FC0831BD4DF438962FBB27FA784AB">
    <w:name w:val="5F8FC0831BD4DF438962FBB27FA784AB"/>
    <w:rsid w:val="000C3F66"/>
    <w:pPr>
      <w:spacing w:after="0" w:line="240" w:lineRule="auto"/>
    </w:pPr>
    <w:rPr>
      <w:sz w:val="24"/>
      <w:szCs w:val="24"/>
    </w:rPr>
  </w:style>
  <w:style w:type="paragraph" w:customStyle="1" w:styleId="E21CF51EBE18964AB88005BB9BC5C398">
    <w:name w:val="E21CF51EBE18964AB88005BB9BC5C398"/>
    <w:rsid w:val="000C3F66"/>
    <w:pPr>
      <w:spacing w:after="0" w:line="240" w:lineRule="auto"/>
    </w:pPr>
    <w:rPr>
      <w:sz w:val="24"/>
      <w:szCs w:val="24"/>
    </w:rPr>
  </w:style>
  <w:style w:type="paragraph" w:customStyle="1" w:styleId="4B8817E477F0B44FBBDA5989C51A15C0">
    <w:name w:val="4B8817E477F0B44FBBDA5989C51A15C0"/>
    <w:rsid w:val="000C3F66"/>
    <w:pPr>
      <w:spacing w:after="0" w:line="240" w:lineRule="auto"/>
    </w:pPr>
    <w:rPr>
      <w:sz w:val="24"/>
      <w:szCs w:val="24"/>
    </w:rPr>
  </w:style>
  <w:style w:type="paragraph" w:customStyle="1" w:styleId="19500D24C1CCC24BBA02634BD38C0E69">
    <w:name w:val="19500D24C1CCC24BBA02634BD38C0E69"/>
    <w:rsid w:val="000C3F66"/>
    <w:pPr>
      <w:spacing w:after="0" w:line="240" w:lineRule="auto"/>
    </w:pPr>
    <w:rPr>
      <w:sz w:val="24"/>
      <w:szCs w:val="24"/>
    </w:rPr>
  </w:style>
  <w:style w:type="paragraph" w:customStyle="1" w:styleId="23F227092F882849BEC0FCBEBDF49D26">
    <w:name w:val="23F227092F882849BEC0FCBEBDF49D26"/>
    <w:rsid w:val="000C3F66"/>
    <w:pPr>
      <w:spacing w:after="0" w:line="240" w:lineRule="auto"/>
    </w:pPr>
    <w:rPr>
      <w:sz w:val="24"/>
      <w:szCs w:val="24"/>
    </w:rPr>
  </w:style>
  <w:style w:type="paragraph" w:customStyle="1" w:styleId="97AD6FCA0208D34D8A0C7CD93D371AE9">
    <w:name w:val="97AD6FCA0208D34D8A0C7CD93D371AE9"/>
    <w:rsid w:val="000C3F66"/>
    <w:pPr>
      <w:spacing w:after="0" w:line="240" w:lineRule="auto"/>
    </w:pPr>
    <w:rPr>
      <w:sz w:val="24"/>
      <w:szCs w:val="24"/>
    </w:rPr>
  </w:style>
  <w:style w:type="paragraph" w:customStyle="1" w:styleId="C48EE02277BA6245AF3980DAED6AC032">
    <w:name w:val="C48EE02277BA6245AF3980DAED6AC032"/>
    <w:rsid w:val="000C3F66"/>
    <w:pPr>
      <w:spacing w:after="0" w:line="240" w:lineRule="auto"/>
    </w:pPr>
    <w:rPr>
      <w:sz w:val="24"/>
      <w:szCs w:val="24"/>
    </w:rPr>
  </w:style>
  <w:style w:type="paragraph" w:customStyle="1" w:styleId="5C836578EF19834B8A3EF08AF5A33BA5">
    <w:name w:val="5C836578EF19834B8A3EF08AF5A33BA5"/>
    <w:rsid w:val="000C3F66"/>
    <w:pPr>
      <w:spacing w:after="0" w:line="240" w:lineRule="auto"/>
    </w:pPr>
    <w:rPr>
      <w:sz w:val="24"/>
      <w:szCs w:val="24"/>
    </w:rPr>
  </w:style>
  <w:style w:type="paragraph" w:customStyle="1" w:styleId="A6C6B73F1F52A9489BAB43984A0A5EC8">
    <w:name w:val="A6C6B73F1F52A9489BAB43984A0A5EC8"/>
    <w:rsid w:val="000C3F66"/>
    <w:pPr>
      <w:spacing w:after="0" w:line="240" w:lineRule="auto"/>
    </w:pPr>
    <w:rPr>
      <w:sz w:val="24"/>
      <w:szCs w:val="24"/>
    </w:rPr>
  </w:style>
  <w:style w:type="paragraph" w:customStyle="1" w:styleId="C374D89737C4BB438937E601A9E89771">
    <w:name w:val="C374D89737C4BB438937E601A9E89771"/>
    <w:rsid w:val="000C3F66"/>
    <w:pPr>
      <w:spacing w:after="0" w:line="240" w:lineRule="auto"/>
    </w:pPr>
    <w:rPr>
      <w:sz w:val="24"/>
      <w:szCs w:val="24"/>
    </w:rPr>
  </w:style>
  <w:style w:type="paragraph" w:customStyle="1" w:styleId="8E8C4471F754E64BB29C0AA677F72321">
    <w:name w:val="8E8C4471F754E64BB29C0AA677F72321"/>
    <w:rsid w:val="000C3F66"/>
    <w:pPr>
      <w:spacing w:after="0" w:line="240" w:lineRule="auto"/>
    </w:pPr>
    <w:rPr>
      <w:sz w:val="24"/>
      <w:szCs w:val="24"/>
    </w:rPr>
  </w:style>
  <w:style w:type="paragraph" w:customStyle="1" w:styleId="B6D817C23325E94E9F91737EFAE3E533">
    <w:name w:val="B6D817C23325E94E9F91737EFAE3E533"/>
    <w:rsid w:val="000C3F66"/>
    <w:pPr>
      <w:spacing w:after="0" w:line="240" w:lineRule="auto"/>
    </w:pPr>
    <w:rPr>
      <w:sz w:val="24"/>
      <w:szCs w:val="24"/>
    </w:rPr>
  </w:style>
  <w:style w:type="paragraph" w:customStyle="1" w:styleId="77F7DB0E1BE5F14CB33ABCB4AF1B1C43">
    <w:name w:val="77F7DB0E1BE5F14CB33ABCB4AF1B1C43"/>
    <w:rsid w:val="000C3F66"/>
    <w:pPr>
      <w:spacing w:after="0" w:line="240" w:lineRule="auto"/>
    </w:pPr>
    <w:rPr>
      <w:sz w:val="24"/>
      <w:szCs w:val="24"/>
    </w:rPr>
  </w:style>
  <w:style w:type="paragraph" w:customStyle="1" w:styleId="7D1DC71F8DB5C24B9C3243E5A2232B79">
    <w:name w:val="7D1DC71F8DB5C24B9C3243E5A2232B79"/>
    <w:rsid w:val="000C3F66"/>
    <w:pPr>
      <w:spacing w:after="0" w:line="240" w:lineRule="auto"/>
    </w:pPr>
    <w:rPr>
      <w:sz w:val="24"/>
      <w:szCs w:val="24"/>
    </w:rPr>
  </w:style>
  <w:style w:type="paragraph" w:customStyle="1" w:styleId="B7CEFDAAFDAABA41ADEE99EC10989AF4">
    <w:name w:val="B7CEFDAAFDAABA41ADEE99EC10989AF4"/>
    <w:rsid w:val="000C3F66"/>
    <w:pPr>
      <w:spacing w:after="0" w:line="240" w:lineRule="auto"/>
    </w:pPr>
    <w:rPr>
      <w:sz w:val="24"/>
      <w:szCs w:val="24"/>
    </w:rPr>
  </w:style>
  <w:style w:type="paragraph" w:customStyle="1" w:styleId="14C4A21C5219A94389799E04808035A1">
    <w:name w:val="14C4A21C5219A94389799E04808035A1"/>
    <w:rsid w:val="000C3F66"/>
    <w:pPr>
      <w:spacing w:after="0" w:line="240" w:lineRule="auto"/>
    </w:pPr>
    <w:rPr>
      <w:sz w:val="24"/>
      <w:szCs w:val="24"/>
    </w:rPr>
  </w:style>
  <w:style w:type="paragraph" w:customStyle="1" w:styleId="C26A0F9C0B21C1488AAE5B629425692A">
    <w:name w:val="C26A0F9C0B21C1488AAE5B629425692A"/>
    <w:rsid w:val="000C3F66"/>
    <w:pPr>
      <w:spacing w:after="0" w:line="240" w:lineRule="auto"/>
    </w:pPr>
    <w:rPr>
      <w:sz w:val="24"/>
      <w:szCs w:val="24"/>
    </w:rPr>
  </w:style>
  <w:style w:type="paragraph" w:customStyle="1" w:styleId="E371BBB145394D4ABF57D21B7A5B7BD0">
    <w:name w:val="E371BBB145394D4ABF57D21B7A5B7BD0"/>
    <w:rsid w:val="000C3F66"/>
    <w:pPr>
      <w:spacing w:after="0" w:line="240" w:lineRule="auto"/>
    </w:pPr>
    <w:rPr>
      <w:sz w:val="24"/>
      <w:szCs w:val="24"/>
    </w:rPr>
  </w:style>
  <w:style w:type="paragraph" w:customStyle="1" w:styleId="C04C36BE584B2145B81573191B9F1C89">
    <w:name w:val="C04C36BE584B2145B81573191B9F1C89"/>
    <w:rsid w:val="000C3F66"/>
    <w:pPr>
      <w:spacing w:after="0" w:line="240" w:lineRule="auto"/>
    </w:pPr>
    <w:rPr>
      <w:sz w:val="24"/>
      <w:szCs w:val="24"/>
    </w:rPr>
  </w:style>
  <w:style w:type="paragraph" w:customStyle="1" w:styleId="7671F720FE1A2646BB977F170282B3C2">
    <w:name w:val="7671F720FE1A2646BB977F170282B3C2"/>
    <w:rsid w:val="000C3F66"/>
    <w:pPr>
      <w:spacing w:after="0" w:line="240" w:lineRule="auto"/>
    </w:pPr>
    <w:rPr>
      <w:sz w:val="24"/>
      <w:szCs w:val="24"/>
    </w:rPr>
  </w:style>
  <w:style w:type="paragraph" w:customStyle="1" w:styleId="D07DDEB5209BB04DBF600A38E2BF0CB9">
    <w:name w:val="D07DDEB5209BB04DBF600A38E2BF0CB9"/>
    <w:rsid w:val="000C3F66"/>
    <w:pPr>
      <w:spacing w:after="0" w:line="240" w:lineRule="auto"/>
    </w:pPr>
    <w:rPr>
      <w:sz w:val="24"/>
      <w:szCs w:val="24"/>
    </w:rPr>
  </w:style>
  <w:style w:type="paragraph" w:customStyle="1" w:styleId="3D4CB344BE51E348A6EDCE57C750B7F7">
    <w:name w:val="3D4CB344BE51E348A6EDCE57C750B7F7"/>
    <w:rsid w:val="000C3F66"/>
    <w:pPr>
      <w:spacing w:after="0" w:line="240" w:lineRule="auto"/>
    </w:pPr>
    <w:rPr>
      <w:sz w:val="24"/>
      <w:szCs w:val="24"/>
    </w:rPr>
  </w:style>
  <w:style w:type="paragraph" w:customStyle="1" w:styleId="F442BA1C1A8C544DA3CDF0A47468D828">
    <w:name w:val="F442BA1C1A8C544DA3CDF0A47468D828"/>
    <w:rsid w:val="000C3F66"/>
    <w:pPr>
      <w:spacing w:after="0" w:line="240" w:lineRule="auto"/>
    </w:pPr>
    <w:rPr>
      <w:sz w:val="24"/>
      <w:szCs w:val="24"/>
    </w:rPr>
  </w:style>
  <w:style w:type="paragraph" w:customStyle="1" w:styleId="F2C4E6C120E9FC4CBAAAA1107E09BD6D">
    <w:name w:val="F2C4E6C120E9FC4CBAAAA1107E09BD6D"/>
    <w:rsid w:val="000C3F66"/>
    <w:pPr>
      <w:spacing w:after="0" w:line="240" w:lineRule="auto"/>
    </w:pPr>
    <w:rPr>
      <w:sz w:val="24"/>
      <w:szCs w:val="24"/>
    </w:rPr>
  </w:style>
  <w:style w:type="paragraph" w:customStyle="1" w:styleId="25AA09D838147349846880F5DB224731">
    <w:name w:val="25AA09D838147349846880F5DB224731"/>
    <w:rsid w:val="000C3F66"/>
    <w:pPr>
      <w:spacing w:after="0" w:line="240" w:lineRule="auto"/>
    </w:pPr>
    <w:rPr>
      <w:sz w:val="24"/>
      <w:szCs w:val="24"/>
    </w:rPr>
  </w:style>
  <w:style w:type="paragraph" w:customStyle="1" w:styleId="AB9F307D8E30CF4D9BE09071D0052D99">
    <w:name w:val="AB9F307D8E30CF4D9BE09071D0052D99"/>
    <w:rsid w:val="000C3F66"/>
    <w:pPr>
      <w:spacing w:after="0" w:line="240" w:lineRule="auto"/>
    </w:pPr>
    <w:rPr>
      <w:sz w:val="24"/>
      <w:szCs w:val="24"/>
    </w:rPr>
  </w:style>
  <w:style w:type="paragraph" w:customStyle="1" w:styleId="97B6743498699D48A8F2CA4DCA533725">
    <w:name w:val="97B6743498699D48A8F2CA4DCA533725"/>
    <w:rsid w:val="000C3F66"/>
    <w:pPr>
      <w:spacing w:after="0" w:line="240" w:lineRule="auto"/>
    </w:pPr>
    <w:rPr>
      <w:sz w:val="24"/>
      <w:szCs w:val="24"/>
    </w:rPr>
  </w:style>
  <w:style w:type="paragraph" w:customStyle="1" w:styleId="5E62AD4559FE6642A5FC64D237E88C40">
    <w:name w:val="5E62AD4559FE6642A5FC64D237E88C40"/>
    <w:rsid w:val="000C3F66"/>
    <w:pPr>
      <w:spacing w:after="0" w:line="240" w:lineRule="auto"/>
    </w:pPr>
    <w:rPr>
      <w:sz w:val="24"/>
      <w:szCs w:val="24"/>
    </w:rPr>
  </w:style>
  <w:style w:type="paragraph" w:customStyle="1" w:styleId="4B75302E6FA0BD4499F772B17F7D5FE9">
    <w:name w:val="4B75302E6FA0BD4499F772B17F7D5FE9"/>
    <w:rsid w:val="000C3F66"/>
    <w:pPr>
      <w:spacing w:after="0" w:line="240" w:lineRule="auto"/>
    </w:pPr>
    <w:rPr>
      <w:sz w:val="24"/>
      <w:szCs w:val="24"/>
    </w:rPr>
  </w:style>
  <w:style w:type="paragraph" w:customStyle="1" w:styleId="697747B5F8D39B439983807B5992133C">
    <w:name w:val="697747B5F8D39B439983807B5992133C"/>
    <w:rsid w:val="000C3F66"/>
    <w:pPr>
      <w:spacing w:after="0" w:line="240" w:lineRule="auto"/>
    </w:pPr>
    <w:rPr>
      <w:sz w:val="24"/>
      <w:szCs w:val="24"/>
    </w:rPr>
  </w:style>
  <w:style w:type="paragraph" w:customStyle="1" w:styleId="4592646D010DEB4E830C3EDD6F6AE803">
    <w:name w:val="4592646D010DEB4E830C3EDD6F6AE803"/>
    <w:rsid w:val="000C3F66"/>
    <w:pPr>
      <w:spacing w:after="0" w:line="240" w:lineRule="auto"/>
    </w:pPr>
    <w:rPr>
      <w:sz w:val="24"/>
      <w:szCs w:val="24"/>
    </w:rPr>
  </w:style>
  <w:style w:type="paragraph" w:customStyle="1" w:styleId="6A0A79FFDA2CEB4598AD999B7390187A">
    <w:name w:val="6A0A79FFDA2CEB4598AD999B7390187A"/>
    <w:rsid w:val="000C3F66"/>
    <w:pPr>
      <w:spacing w:after="0" w:line="240" w:lineRule="auto"/>
    </w:pPr>
    <w:rPr>
      <w:sz w:val="24"/>
      <w:szCs w:val="24"/>
    </w:rPr>
  </w:style>
  <w:style w:type="paragraph" w:customStyle="1" w:styleId="0E4621FEF9071B428D221BF2DDF3594F">
    <w:name w:val="0E4621FEF9071B428D221BF2DDF3594F"/>
    <w:rsid w:val="000C3F66"/>
    <w:pPr>
      <w:spacing w:after="0" w:line="240" w:lineRule="auto"/>
    </w:pPr>
    <w:rPr>
      <w:sz w:val="24"/>
      <w:szCs w:val="24"/>
    </w:rPr>
  </w:style>
  <w:style w:type="paragraph" w:customStyle="1" w:styleId="4B29EA196C527F489BB122DEB204A511">
    <w:name w:val="4B29EA196C527F489BB122DEB204A511"/>
    <w:rsid w:val="000C3F66"/>
    <w:pPr>
      <w:spacing w:after="0" w:line="240" w:lineRule="auto"/>
    </w:pPr>
    <w:rPr>
      <w:sz w:val="24"/>
      <w:szCs w:val="24"/>
    </w:rPr>
  </w:style>
  <w:style w:type="paragraph" w:customStyle="1" w:styleId="D4F3F33A16C5D8448D6D40F7B7B7F994">
    <w:name w:val="D4F3F33A16C5D8448D6D40F7B7B7F994"/>
    <w:rsid w:val="000C3F66"/>
    <w:pPr>
      <w:spacing w:after="0" w:line="240" w:lineRule="auto"/>
    </w:pPr>
    <w:rPr>
      <w:sz w:val="24"/>
      <w:szCs w:val="24"/>
    </w:rPr>
  </w:style>
  <w:style w:type="paragraph" w:customStyle="1" w:styleId="B6ED0C4E45DD7C42A6D9A61A4902E5DC">
    <w:name w:val="B6ED0C4E45DD7C42A6D9A61A4902E5DC"/>
    <w:rsid w:val="000C3F66"/>
    <w:pPr>
      <w:spacing w:after="0" w:line="240" w:lineRule="auto"/>
    </w:pPr>
    <w:rPr>
      <w:sz w:val="24"/>
      <w:szCs w:val="24"/>
    </w:rPr>
  </w:style>
  <w:style w:type="paragraph" w:customStyle="1" w:styleId="DF6C80A566485F48A2FD588068DD4B5A">
    <w:name w:val="DF6C80A566485F48A2FD588068DD4B5A"/>
    <w:rsid w:val="000C3F66"/>
    <w:pPr>
      <w:spacing w:after="0" w:line="240" w:lineRule="auto"/>
    </w:pPr>
    <w:rPr>
      <w:sz w:val="24"/>
      <w:szCs w:val="24"/>
    </w:rPr>
  </w:style>
  <w:style w:type="paragraph" w:customStyle="1" w:styleId="114674AF1F02194A873BAF606F580A91">
    <w:name w:val="114674AF1F02194A873BAF606F580A91"/>
    <w:rsid w:val="000C3F66"/>
    <w:pPr>
      <w:spacing w:after="0" w:line="240" w:lineRule="auto"/>
    </w:pPr>
    <w:rPr>
      <w:sz w:val="24"/>
      <w:szCs w:val="24"/>
    </w:rPr>
  </w:style>
  <w:style w:type="paragraph" w:customStyle="1" w:styleId="2C9AB76422366440BCB2B37E2C88A172">
    <w:name w:val="2C9AB76422366440BCB2B37E2C88A172"/>
    <w:rsid w:val="000C3F66"/>
    <w:pPr>
      <w:spacing w:after="0" w:line="240" w:lineRule="auto"/>
    </w:pPr>
    <w:rPr>
      <w:sz w:val="24"/>
      <w:szCs w:val="24"/>
    </w:rPr>
  </w:style>
  <w:style w:type="paragraph" w:customStyle="1" w:styleId="68BDA0776F382A49A77BE848829E02E3">
    <w:name w:val="68BDA0776F382A49A77BE848829E02E3"/>
    <w:rsid w:val="000C3F66"/>
    <w:pPr>
      <w:spacing w:after="0" w:line="240" w:lineRule="auto"/>
    </w:pPr>
    <w:rPr>
      <w:sz w:val="24"/>
      <w:szCs w:val="24"/>
    </w:rPr>
  </w:style>
  <w:style w:type="paragraph" w:customStyle="1" w:styleId="CCDB5A7A1F40294E91C0AB927CEFA2A4">
    <w:name w:val="CCDB5A7A1F40294E91C0AB927CEFA2A4"/>
    <w:rsid w:val="000C3F66"/>
    <w:pPr>
      <w:spacing w:after="0" w:line="240" w:lineRule="auto"/>
    </w:pPr>
    <w:rPr>
      <w:sz w:val="24"/>
      <w:szCs w:val="24"/>
    </w:rPr>
  </w:style>
  <w:style w:type="paragraph" w:customStyle="1" w:styleId="0029D3A15C005D4BA54B55CD87175C0C">
    <w:name w:val="0029D3A15C005D4BA54B55CD87175C0C"/>
    <w:rsid w:val="000C3F66"/>
    <w:pPr>
      <w:spacing w:after="0" w:line="240" w:lineRule="auto"/>
    </w:pPr>
    <w:rPr>
      <w:sz w:val="24"/>
      <w:szCs w:val="24"/>
    </w:rPr>
  </w:style>
  <w:style w:type="paragraph" w:customStyle="1" w:styleId="D328BF4399EF61498D50D9F61C310099">
    <w:name w:val="D328BF4399EF61498D50D9F61C310099"/>
    <w:rsid w:val="000C3F66"/>
    <w:pPr>
      <w:spacing w:after="0" w:line="240" w:lineRule="auto"/>
    </w:pPr>
    <w:rPr>
      <w:sz w:val="24"/>
      <w:szCs w:val="24"/>
    </w:rPr>
  </w:style>
  <w:style w:type="paragraph" w:customStyle="1" w:styleId="F19B17837FA1D24A872012701EDC37DC">
    <w:name w:val="F19B17837FA1D24A872012701EDC37DC"/>
    <w:rsid w:val="000C3F66"/>
    <w:pPr>
      <w:spacing w:after="0" w:line="240" w:lineRule="auto"/>
    </w:pPr>
    <w:rPr>
      <w:sz w:val="24"/>
      <w:szCs w:val="24"/>
    </w:rPr>
  </w:style>
  <w:style w:type="paragraph" w:customStyle="1" w:styleId="B9F57E5448000146965D43D117B2FF94">
    <w:name w:val="B9F57E5448000146965D43D117B2FF94"/>
    <w:rsid w:val="000C3F66"/>
    <w:pPr>
      <w:spacing w:after="0" w:line="240" w:lineRule="auto"/>
    </w:pPr>
    <w:rPr>
      <w:sz w:val="24"/>
      <w:szCs w:val="24"/>
    </w:rPr>
  </w:style>
  <w:style w:type="paragraph" w:customStyle="1" w:styleId="26ABBA5666330847B9C63822A93DBF3E">
    <w:name w:val="26ABBA5666330847B9C63822A93DBF3E"/>
    <w:rsid w:val="000C3F66"/>
    <w:pPr>
      <w:spacing w:after="0" w:line="240" w:lineRule="auto"/>
    </w:pPr>
    <w:rPr>
      <w:sz w:val="24"/>
      <w:szCs w:val="24"/>
    </w:rPr>
  </w:style>
  <w:style w:type="paragraph" w:customStyle="1" w:styleId="9FE69F4089C01F4F86A0C24D17F5A2C8">
    <w:name w:val="9FE69F4089C01F4F86A0C24D17F5A2C8"/>
    <w:rsid w:val="000C3F66"/>
    <w:pPr>
      <w:spacing w:after="0" w:line="240" w:lineRule="auto"/>
    </w:pPr>
    <w:rPr>
      <w:sz w:val="24"/>
      <w:szCs w:val="24"/>
    </w:rPr>
  </w:style>
  <w:style w:type="paragraph" w:customStyle="1" w:styleId="C805D990595E3E4BA05C1E7B16D4C867">
    <w:name w:val="C805D990595E3E4BA05C1E7B16D4C867"/>
    <w:rsid w:val="000C3F66"/>
    <w:pPr>
      <w:spacing w:after="0" w:line="240" w:lineRule="auto"/>
    </w:pPr>
    <w:rPr>
      <w:sz w:val="24"/>
      <w:szCs w:val="24"/>
    </w:rPr>
  </w:style>
  <w:style w:type="paragraph" w:customStyle="1" w:styleId="D61E03E89A6DDF44A51277CC7B317925">
    <w:name w:val="D61E03E89A6DDF44A51277CC7B317925"/>
    <w:rsid w:val="000C3F66"/>
    <w:pPr>
      <w:spacing w:after="0" w:line="240" w:lineRule="auto"/>
    </w:pPr>
    <w:rPr>
      <w:sz w:val="24"/>
      <w:szCs w:val="24"/>
    </w:rPr>
  </w:style>
  <w:style w:type="paragraph" w:customStyle="1" w:styleId="0C6A633D0C37BE4A9720DFAA612EC398">
    <w:name w:val="0C6A633D0C37BE4A9720DFAA612EC398"/>
    <w:rsid w:val="000C3F66"/>
    <w:pPr>
      <w:spacing w:after="0" w:line="240" w:lineRule="auto"/>
    </w:pPr>
    <w:rPr>
      <w:sz w:val="24"/>
      <w:szCs w:val="24"/>
    </w:rPr>
  </w:style>
  <w:style w:type="paragraph" w:customStyle="1" w:styleId="E996976E1FE33442B093A766764BE08B">
    <w:name w:val="E996976E1FE33442B093A766764BE08B"/>
    <w:rsid w:val="000C3F66"/>
    <w:pPr>
      <w:spacing w:after="0" w:line="240" w:lineRule="auto"/>
    </w:pPr>
    <w:rPr>
      <w:sz w:val="24"/>
      <w:szCs w:val="24"/>
    </w:rPr>
  </w:style>
  <w:style w:type="paragraph" w:customStyle="1" w:styleId="30A88DD9681AC3488723611301B16144">
    <w:name w:val="30A88DD9681AC3488723611301B16144"/>
    <w:rsid w:val="000C3F66"/>
    <w:pPr>
      <w:spacing w:after="0" w:line="240" w:lineRule="auto"/>
    </w:pPr>
    <w:rPr>
      <w:sz w:val="24"/>
      <w:szCs w:val="24"/>
    </w:rPr>
  </w:style>
  <w:style w:type="paragraph" w:customStyle="1" w:styleId="D4205EF1B7468848A01811FDED91C53B">
    <w:name w:val="D4205EF1B7468848A01811FDED91C53B"/>
    <w:rsid w:val="000C3F66"/>
    <w:pPr>
      <w:spacing w:after="0" w:line="240" w:lineRule="auto"/>
    </w:pPr>
    <w:rPr>
      <w:sz w:val="24"/>
      <w:szCs w:val="24"/>
    </w:rPr>
  </w:style>
  <w:style w:type="paragraph" w:customStyle="1" w:styleId="61E8365109EC9E4C826B95CB61BCE2E5">
    <w:name w:val="61E8365109EC9E4C826B95CB61BCE2E5"/>
    <w:rsid w:val="000C3F66"/>
    <w:pPr>
      <w:spacing w:after="0" w:line="240" w:lineRule="auto"/>
    </w:pPr>
    <w:rPr>
      <w:sz w:val="24"/>
      <w:szCs w:val="24"/>
    </w:rPr>
  </w:style>
  <w:style w:type="paragraph" w:customStyle="1" w:styleId="E22B770F7EC88345B82414FB849B6F69">
    <w:name w:val="E22B770F7EC88345B82414FB849B6F69"/>
    <w:rsid w:val="000C3F66"/>
    <w:pPr>
      <w:spacing w:after="0" w:line="240" w:lineRule="auto"/>
    </w:pPr>
    <w:rPr>
      <w:sz w:val="24"/>
      <w:szCs w:val="24"/>
    </w:rPr>
  </w:style>
  <w:style w:type="paragraph" w:customStyle="1" w:styleId="4166AA4719D79A4792CCC76902E0AC3B">
    <w:name w:val="4166AA4719D79A4792CCC76902E0AC3B"/>
    <w:rsid w:val="000C3F66"/>
    <w:pPr>
      <w:spacing w:after="0" w:line="240" w:lineRule="auto"/>
    </w:pPr>
    <w:rPr>
      <w:sz w:val="24"/>
      <w:szCs w:val="24"/>
    </w:rPr>
  </w:style>
  <w:style w:type="paragraph" w:customStyle="1" w:styleId="6F42E3BEC53E2B49BAF900F9F4A6D15B">
    <w:name w:val="6F42E3BEC53E2B49BAF900F9F4A6D15B"/>
    <w:rsid w:val="000C3F66"/>
    <w:pPr>
      <w:spacing w:after="0" w:line="240" w:lineRule="auto"/>
    </w:pPr>
    <w:rPr>
      <w:sz w:val="24"/>
      <w:szCs w:val="24"/>
    </w:rPr>
  </w:style>
  <w:style w:type="paragraph" w:customStyle="1" w:styleId="E24CA0D0EDE6C9419F1FE37FD3FC3EF6">
    <w:name w:val="E24CA0D0EDE6C9419F1FE37FD3FC3EF6"/>
    <w:rsid w:val="000C3F66"/>
    <w:pPr>
      <w:spacing w:after="0" w:line="240" w:lineRule="auto"/>
    </w:pPr>
    <w:rPr>
      <w:sz w:val="24"/>
      <w:szCs w:val="24"/>
    </w:rPr>
  </w:style>
  <w:style w:type="paragraph" w:customStyle="1" w:styleId="0014C979667F374E9AFA6A1ACEFFCEA3">
    <w:name w:val="0014C979667F374E9AFA6A1ACEFFCEA3"/>
    <w:rsid w:val="000C3F66"/>
    <w:pPr>
      <w:spacing w:after="0" w:line="240" w:lineRule="auto"/>
    </w:pPr>
    <w:rPr>
      <w:sz w:val="24"/>
      <w:szCs w:val="24"/>
    </w:rPr>
  </w:style>
  <w:style w:type="paragraph" w:customStyle="1" w:styleId="746F30A05313CE42A0A17E000EC57D0A">
    <w:name w:val="746F30A05313CE42A0A17E000EC57D0A"/>
    <w:rsid w:val="000C3F66"/>
    <w:pPr>
      <w:spacing w:after="0" w:line="240" w:lineRule="auto"/>
    </w:pPr>
    <w:rPr>
      <w:sz w:val="24"/>
      <w:szCs w:val="24"/>
    </w:rPr>
  </w:style>
  <w:style w:type="paragraph" w:customStyle="1" w:styleId="C6EF71BDC6C66B40BFBF96C07CEBDA6A">
    <w:name w:val="C6EF71BDC6C66B40BFBF96C07CEBDA6A"/>
    <w:rsid w:val="000C3F66"/>
    <w:pPr>
      <w:spacing w:after="0" w:line="240" w:lineRule="auto"/>
    </w:pPr>
    <w:rPr>
      <w:sz w:val="24"/>
      <w:szCs w:val="24"/>
    </w:rPr>
  </w:style>
  <w:style w:type="paragraph" w:customStyle="1" w:styleId="3A87D143EB6CD24B8E17B9368AB9376E">
    <w:name w:val="3A87D143EB6CD24B8E17B9368AB9376E"/>
    <w:rsid w:val="000C3F66"/>
    <w:pPr>
      <w:spacing w:after="0" w:line="240" w:lineRule="auto"/>
    </w:pPr>
    <w:rPr>
      <w:sz w:val="24"/>
      <w:szCs w:val="24"/>
    </w:rPr>
  </w:style>
  <w:style w:type="paragraph" w:customStyle="1" w:styleId="918F96327175154D993EA28CF3C6464D">
    <w:name w:val="918F96327175154D993EA28CF3C6464D"/>
    <w:rsid w:val="000C3F66"/>
    <w:pPr>
      <w:spacing w:after="0" w:line="240" w:lineRule="auto"/>
    </w:pPr>
    <w:rPr>
      <w:sz w:val="24"/>
      <w:szCs w:val="24"/>
    </w:rPr>
  </w:style>
  <w:style w:type="paragraph" w:customStyle="1" w:styleId="EB93EE790EC02D458D9DA996576DAD0A">
    <w:name w:val="EB93EE790EC02D458D9DA996576DAD0A"/>
    <w:rsid w:val="000C3F66"/>
    <w:pPr>
      <w:spacing w:after="0" w:line="240" w:lineRule="auto"/>
    </w:pPr>
    <w:rPr>
      <w:sz w:val="24"/>
      <w:szCs w:val="24"/>
    </w:rPr>
  </w:style>
  <w:style w:type="paragraph" w:customStyle="1" w:styleId="B74681E1F05E4C41868BD7169B8C9E96">
    <w:name w:val="B74681E1F05E4C41868BD7169B8C9E96"/>
    <w:rsid w:val="000C3F66"/>
    <w:pPr>
      <w:spacing w:after="0" w:line="240" w:lineRule="auto"/>
    </w:pPr>
    <w:rPr>
      <w:sz w:val="24"/>
      <w:szCs w:val="24"/>
    </w:rPr>
  </w:style>
  <w:style w:type="paragraph" w:customStyle="1" w:styleId="9A29DE3BAD5F094F9422910EE7252A3D">
    <w:name w:val="9A29DE3BAD5F094F9422910EE7252A3D"/>
    <w:rsid w:val="000C3F66"/>
    <w:pPr>
      <w:spacing w:after="0" w:line="240" w:lineRule="auto"/>
    </w:pPr>
    <w:rPr>
      <w:sz w:val="24"/>
      <w:szCs w:val="24"/>
    </w:rPr>
  </w:style>
  <w:style w:type="paragraph" w:customStyle="1" w:styleId="BEEF44C453F58A4C99F83689F9562338">
    <w:name w:val="BEEF44C453F58A4C99F83689F9562338"/>
    <w:rsid w:val="000C3F66"/>
    <w:pPr>
      <w:spacing w:after="0" w:line="240" w:lineRule="auto"/>
    </w:pPr>
    <w:rPr>
      <w:sz w:val="24"/>
      <w:szCs w:val="24"/>
    </w:rPr>
  </w:style>
  <w:style w:type="paragraph" w:customStyle="1" w:styleId="1B2E2BC9B2F58B4A98525D5137E096E0">
    <w:name w:val="1B2E2BC9B2F58B4A98525D5137E096E0"/>
    <w:rsid w:val="000C3F66"/>
    <w:pPr>
      <w:spacing w:after="0" w:line="240" w:lineRule="auto"/>
    </w:pPr>
    <w:rPr>
      <w:sz w:val="24"/>
      <w:szCs w:val="24"/>
    </w:rPr>
  </w:style>
  <w:style w:type="paragraph" w:customStyle="1" w:styleId="384A70B69E13354C8E0DA3E20BDA63F7">
    <w:name w:val="384A70B69E13354C8E0DA3E20BDA63F7"/>
    <w:rsid w:val="000C3F66"/>
    <w:pPr>
      <w:spacing w:after="0" w:line="240" w:lineRule="auto"/>
    </w:pPr>
    <w:rPr>
      <w:sz w:val="24"/>
      <w:szCs w:val="24"/>
    </w:rPr>
  </w:style>
  <w:style w:type="paragraph" w:customStyle="1" w:styleId="D55D77461045DF45983C112593513531">
    <w:name w:val="D55D77461045DF45983C112593513531"/>
    <w:rsid w:val="000C3F66"/>
    <w:pPr>
      <w:spacing w:after="0" w:line="240" w:lineRule="auto"/>
    </w:pPr>
    <w:rPr>
      <w:sz w:val="24"/>
      <w:szCs w:val="24"/>
    </w:rPr>
  </w:style>
  <w:style w:type="paragraph" w:customStyle="1" w:styleId="8725225019AFA1489D75775765D52FAB">
    <w:name w:val="8725225019AFA1489D75775765D52FAB"/>
    <w:rsid w:val="000C3F66"/>
    <w:pPr>
      <w:spacing w:after="0" w:line="240" w:lineRule="auto"/>
    </w:pPr>
    <w:rPr>
      <w:sz w:val="24"/>
      <w:szCs w:val="24"/>
    </w:rPr>
  </w:style>
  <w:style w:type="paragraph" w:customStyle="1" w:styleId="8C57DF0C181D92419222E20C436B1E08">
    <w:name w:val="8C57DF0C181D92419222E20C436B1E08"/>
    <w:rsid w:val="000C3F66"/>
    <w:pPr>
      <w:spacing w:after="0" w:line="240" w:lineRule="auto"/>
    </w:pPr>
    <w:rPr>
      <w:sz w:val="24"/>
      <w:szCs w:val="24"/>
    </w:rPr>
  </w:style>
  <w:style w:type="paragraph" w:customStyle="1" w:styleId="C60A0F729886074596F094D68AB7E75A">
    <w:name w:val="C60A0F729886074596F094D68AB7E75A"/>
    <w:rsid w:val="000C3F66"/>
    <w:pPr>
      <w:spacing w:after="0" w:line="240" w:lineRule="auto"/>
    </w:pPr>
    <w:rPr>
      <w:sz w:val="24"/>
      <w:szCs w:val="24"/>
    </w:rPr>
  </w:style>
  <w:style w:type="paragraph" w:customStyle="1" w:styleId="B319B57F6360034B8B87A66CCF0CB7E6">
    <w:name w:val="B319B57F6360034B8B87A66CCF0CB7E6"/>
    <w:rsid w:val="000C3F66"/>
    <w:pPr>
      <w:spacing w:after="0" w:line="240" w:lineRule="auto"/>
    </w:pPr>
    <w:rPr>
      <w:sz w:val="24"/>
      <w:szCs w:val="24"/>
    </w:rPr>
  </w:style>
  <w:style w:type="paragraph" w:customStyle="1" w:styleId="871860BC68BD5F47BF97F9E9BAEBA93E">
    <w:name w:val="871860BC68BD5F47BF97F9E9BAEBA93E"/>
    <w:rsid w:val="000C3F66"/>
    <w:pPr>
      <w:spacing w:after="0" w:line="240" w:lineRule="auto"/>
    </w:pPr>
    <w:rPr>
      <w:sz w:val="24"/>
      <w:szCs w:val="24"/>
    </w:rPr>
  </w:style>
  <w:style w:type="paragraph" w:customStyle="1" w:styleId="EF21B96872203341B9253A2D87F58146">
    <w:name w:val="EF21B96872203341B9253A2D87F58146"/>
    <w:rsid w:val="000C3F66"/>
    <w:pPr>
      <w:spacing w:after="0" w:line="240" w:lineRule="auto"/>
    </w:pPr>
    <w:rPr>
      <w:sz w:val="24"/>
      <w:szCs w:val="24"/>
    </w:rPr>
  </w:style>
  <w:style w:type="paragraph" w:customStyle="1" w:styleId="59F379B2F26DAD4C9627C732BD5F7504">
    <w:name w:val="59F379B2F26DAD4C9627C732BD5F7504"/>
    <w:rsid w:val="000C3F66"/>
    <w:pPr>
      <w:spacing w:after="0" w:line="240" w:lineRule="auto"/>
    </w:pPr>
    <w:rPr>
      <w:sz w:val="24"/>
      <w:szCs w:val="24"/>
    </w:rPr>
  </w:style>
  <w:style w:type="paragraph" w:customStyle="1" w:styleId="45FB622F50BEAB48811F58979C9D226A">
    <w:name w:val="45FB622F50BEAB48811F58979C9D226A"/>
    <w:rsid w:val="000C3F66"/>
    <w:pPr>
      <w:spacing w:after="0" w:line="240" w:lineRule="auto"/>
    </w:pPr>
    <w:rPr>
      <w:sz w:val="24"/>
      <w:szCs w:val="24"/>
    </w:rPr>
  </w:style>
  <w:style w:type="paragraph" w:customStyle="1" w:styleId="EB8EB4CF761A204FB2E5C11ECD9B88A3">
    <w:name w:val="EB8EB4CF761A204FB2E5C11ECD9B88A3"/>
    <w:rsid w:val="000C3F66"/>
    <w:pPr>
      <w:spacing w:after="0" w:line="240" w:lineRule="auto"/>
    </w:pPr>
    <w:rPr>
      <w:sz w:val="24"/>
      <w:szCs w:val="24"/>
    </w:rPr>
  </w:style>
  <w:style w:type="paragraph" w:customStyle="1" w:styleId="1C81DAAF194FD54BA08CB922ED17FD11">
    <w:name w:val="1C81DAAF194FD54BA08CB922ED17FD11"/>
    <w:rsid w:val="000C3F66"/>
    <w:pPr>
      <w:spacing w:after="0" w:line="240" w:lineRule="auto"/>
    </w:pPr>
    <w:rPr>
      <w:sz w:val="24"/>
      <w:szCs w:val="24"/>
    </w:rPr>
  </w:style>
  <w:style w:type="paragraph" w:customStyle="1" w:styleId="2EFC0565E2F73242938B7CCE06A8A4E0">
    <w:name w:val="2EFC0565E2F73242938B7CCE06A8A4E0"/>
    <w:rsid w:val="000C3F66"/>
    <w:pPr>
      <w:spacing w:after="0" w:line="240" w:lineRule="auto"/>
    </w:pPr>
    <w:rPr>
      <w:sz w:val="24"/>
      <w:szCs w:val="24"/>
    </w:rPr>
  </w:style>
  <w:style w:type="paragraph" w:customStyle="1" w:styleId="28BC1BE56C62AE4BB502E4CF04CF9E32">
    <w:name w:val="28BC1BE56C62AE4BB502E4CF04CF9E32"/>
    <w:rsid w:val="000C3F66"/>
    <w:pPr>
      <w:spacing w:after="0" w:line="240" w:lineRule="auto"/>
    </w:pPr>
    <w:rPr>
      <w:sz w:val="24"/>
      <w:szCs w:val="24"/>
    </w:rPr>
  </w:style>
  <w:style w:type="paragraph" w:customStyle="1" w:styleId="D007F2968B621040B86BB5058FD6D55B">
    <w:name w:val="D007F2968B621040B86BB5058FD6D55B"/>
    <w:rsid w:val="000C3F66"/>
    <w:pPr>
      <w:spacing w:after="0" w:line="240" w:lineRule="auto"/>
    </w:pPr>
    <w:rPr>
      <w:sz w:val="24"/>
      <w:szCs w:val="24"/>
    </w:rPr>
  </w:style>
  <w:style w:type="paragraph" w:customStyle="1" w:styleId="ED1F2D3BAD6F4F45876A5780BB9F6C17">
    <w:name w:val="ED1F2D3BAD6F4F45876A5780BB9F6C17"/>
    <w:rsid w:val="000C3F66"/>
    <w:pPr>
      <w:spacing w:after="0" w:line="240" w:lineRule="auto"/>
    </w:pPr>
    <w:rPr>
      <w:sz w:val="24"/>
      <w:szCs w:val="24"/>
    </w:rPr>
  </w:style>
  <w:style w:type="paragraph" w:customStyle="1" w:styleId="0BE73823AF1C6E4A8F823A6FE7A63B96">
    <w:name w:val="0BE73823AF1C6E4A8F823A6FE7A63B96"/>
    <w:rsid w:val="000C3F66"/>
    <w:pPr>
      <w:spacing w:after="0" w:line="240" w:lineRule="auto"/>
    </w:pPr>
    <w:rPr>
      <w:sz w:val="24"/>
      <w:szCs w:val="24"/>
    </w:rPr>
  </w:style>
  <w:style w:type="paragraph" w:customStyle="1" w:styleId="843C9A32A76531468CD990EE107364B7">
    <w:name w:val="843C9A32A76531468CD990EE107364B7"/>
    <w:rsid w:val="000C3F66"/>
    <w:pPr>
      <w:spacing w:after="0" w:line="240" w:lineRule="auto"/>
    </w:pPr>
    <w:rPr>
      <w:sz w:val="24"/>
      <w:szCs w:val="24"/>
    </w:rPr>
  </w:style>
  <w:style w:type="paragraph" w:customStyle="1" w:styleId="04509D42A690CA4BAC36661F2A978578">
    <w:name w:val="04509D42A690CA4BAC36661F2A978578"/>
    <w:rsid w:val="000C3F66"/>
    <w:pPr>
      <w:spacing w:after="0" w:line="240" w:lineRule="auto"/>
    </w:pPr>
    <w:rPr>
      <w:sz w:val="24"/>
      <w:szCs w:val="24"/>
    </w:rPr>
  </w:style>
  <w:style w:type="paragraph" w:customStyle="1" w:styleId="22A0C1FDBF594542980C3FFDCA53BD0B">
    <w:name w:val="22A0C1FDBF594542980C3FFDCA53BD0B"/>
    <w:rsid w:val="000C3F66"/>
    <w:pPr>
      <w:spacing w:after="0" w:line="240" w:lineRule="auto"/>
    </w:pPr>
    <w:rPr>
      <w:sz w:val="24"/>
      <w:szCs w:val="24"/>
    </w:rPr>
  </w:style>
  <w:style w:type="paragraph" w:customStyle="1" w:styleId="97B38471D7F9944B8FC928887B649A9B">
    <w:name w:val="97B38471D7F9944B8FC928887B649A9B"/>
    <w:rsid w:val="000C3F66"/>
    <w:pPr>
      <w:spacing w:after="0" w:line="240" w:lineRule="auto"/>
    </w:pPr>
    <w:rPr>
      <w:sz w:val="24"/>
      <w:szCs w:val="24"/>
    </w:rPr>
  </w:style>
  <w:style w:type="paragraph" w:customStyle="1" w:styleId="57A656207360D34786F0D8DE27D7A5D4">
    <w:name w:val="57A656207360D34786F0D8DE27D7A5D4"/>
    <w:rsid w:val="000C3F66"/>
    <w:pPr>
      <w:spacing w:after="0" w:line="240" w:lineRule="auto"/>
    </w:pPr>
    <w:rPr>
      <w:sz w:val="24"/>
      <w:szCs w:val="24"/>
    </w:rPr>
  </w:style>
  <w:style w:type="paragraph" w:customStyle="1" w:styleId="93385C7BD459744493AF573185DB6AEE">
    <w:name w:val="93385C7BD459744493AF573185DB6AEE"/>
    <w:rsid w:val="000C3F66"/>
    <w:pPr>
      <w:spacing w:after="0" w:line="240" w:lineRule="auto"/>
    </w:pPr>
    <w:rPr>
      <w:sz w:val="24"/>
      <w:szCs w:val="24"/>
    </w:rPr>
  </w:style>
  <w:style w:type="paragraph" w:customStyle="1" w:styleId="EB02518B1CEF2841B1A06785075AA3E9">
    <w:name w:val="EB02518B1CEF2841B1A06785075AA3E9"/>
    <w:rsid w:val="000C3F66"/>
    <w:pPr>
      <w:spacing w:after="0" w:line="240" w:lineRule="auto"/>
    </w:pPr>
    <w:rPr>
      <w:sz w:val="24"/>
      <w:szCs w:val="24"/>
    </w:rPr>
  </w:style>
  <w:style w:type="paragraph" w:customStyle="1" w:styleId="0236EC76B63D73488711A2FFEA539683">
    <w:name w:val="0236EC76B63D73488711A2FFEA539683"/>
    <w:rsid w:val="000C3F66"/>
    <w:pPr>
      <w:spacing w:after="0" w:line="240" w:lineRule="auto"/>
    </w:pPr>
    <w:rPr>
      <w:sz w:val="24"/>
      <w:szCs w:val="24"/>
    </w:rPr>
  </w:style>
  <w:style w:type="paragraph" w:customStyle="1" w:styleId="BBF14CFEDDA5084EB9ADC9BA77A8A655">
    <w:name w:val="BBF14CFEDDA5084EB9ADC9BA77A8A655"/>
    <w:rsid w:val="000C3F66"/>
    <w:pPr>
      <w:spacing w:after="0" w:line="240" w:lineRule="auto"/>
    </w:pPr>
    <w:rPr>
      <w:sz w:val="24"/>
      <w:szCs w:val="24"/>
    </w:rPr>
  </w:style>
  <w:style w:type="paragraph" w:customStyle="1" w:styleId="A676C91E7F767A4EB27434C998839B64">
    <w:name w:val="A676C91E7F767A4EB27434C998839B64"/>
    <w:rsid w:val="000C3F66"/>
    <w:pPr>
      <w:spacing w:after="0" w:line="240" w:lineRule="auto"/>
    </w:pPr>
    <w:rPr>
      <w:sz w:val="24"/>
      <w:szCs w:val="24"/>
    </w:rPr>
  </w:style>
  <w:style w:type="paragraph" w:customStyle="1" w:styleId="85E1FFB6FD83D54DA7100673316184EA">
    <w:name w:val="85E1FFB6FD83D54DA7100673316184EA"/>
    <w:rsid w:val="000C3F66"/>
    <w:pPr>
      <w:spacing w:after="0" w:line="240" w:lineRule="auto"/>
    </w:pPr>
    <w:rPr>
      <w:sz w:val="24"/>
      <w:szCs w:val="24"/>
    </w:rPr>
  </w:style>
  <w:style w:type="paragraph" w:customStyle="1" w:styleId="1CB0638D41AA084FBD6310F86E67DA19">
    <w:name w:val="1CB0638D41AA084FBD6310F86E67DA19"/>
    <w:rsid w:val="000C3F66"/>
    <w:pPr>
      <w:spacing w:after="0" w:line="240" w:lineRule="auto"/>
    </w:pPr>
    <w:rPr>
      <w:sz w:val="24"/>
      <w:szCs w:val="24"/>
    </w:rPr>
  </w:style>
  <w:style w:type="paragraph" w:customStyle="1" w:styleId="BBC094CEE559CD42BFBA5E96D6A4E464">
    <w:name w:val="BBC094CEE559CD42BFBA5E96D6A4E464"/>
    <w:rsid w:val="000C3F66"/>
    <w:pPr>
      <w:spacing w:after="0" w:line="240" w:lineRule="auto"/>
    </w:pPr>
    <w:rPr>
      <w:sz w:val="24"/>
      <w:szCs w:val="24"/>
    </w:rPr>
  </w:style>
  <w:style w:type="paragraph" w:customStyle="1" w:styleId="5DBF5A4740D774488BBB6537F61B4124">
    <w:name w:val="5DBF5A4740D774488BBB6537F61B4124"/>
    <w:rsid w:val="000C3F66"/>
    <w:pPr>
      <w:spacing w:after="0" w:line="240" w:lineRule="auto"/>
    </w:pPr>
    <w:rPr>
      <w:sz w:val="24"/>
      <w:szCs w:val="24"/>
    </w:rPr>
  </w:style>
  <w:style w:type="paragraph" w:customStyle="1" w:styleId="126ABAB6C9C3924F856A58FDCC0D9675">
    <w:name w:val="126ABAB6C9C3924F856A58FDCC0D9675"/>
    <w:rsid w:val="000C3F66"/>
    <w:pPr>
      <w:spacing w:after="0" w:line="240" w:lineRule="auto"/>
    </w:pPr>
    <w:rPr>
      <w:sz w:val="24"/>
      <w:szCs w:val="24"/>
    </w:rPr>
  </w:style>
  <w:style w:type="paragraph" w:customStyle="1" w:styleId="F746D1B56D2F744FBF07CEAE3840D22D">
    <w:name w:val="F746D1B56D2F744FBF07CEAE3840D22D"/>
    <w:rsid w:val="000C3F66"/>
    <w:pPr>
      <w:spacing w:after="0" w:line="240" w:lineRule="auto"/>
    </w:pPr>
    <w:rPr>
      <w:sz w:val="24"/>
      <w:szCs w:val="24"/>
    </w:rPr>
  </w:style>
  <w:style w:type="paragraph" w:customStyle="1" w:styleId="1F34B3041A73B94B86CFEFABA376DF65">
    <w:name w:val="1F34B3041A73B94B86CFEFABA376DF65"/>
    <w:rsid w:val="000C3F66"/>
    <w:pPr>
      <w:spacing w:after="0" w:line="240" w:lineRule="auto"/>
    </w:pPr>
    <w:rPr>
      <w:sz w:val="24"/>
      <w:szCs w:val="24"/>
    </w:rPr>
  </w:style>
  <w:style w:type="paragraph" w:customStyle="1" w:styleId="C6D86E6097E4C441ADEAC3AEFA2F04A4">
    <w:name w:val="C6D86E6097E4C441ADEAC3AEFA2F04A4"/>
    <w:rsid w:val="000C3F66"/>
    <w:pPr>
      <w:spacing w:after="0" w:line="240" w:lineRule="auto"/>
    </w:pPr>
    <w:rPr>
      <w:sz w:val="24"/>
      <w:szCs w:val="24"/>
    </w:rPr>
  </w:style>
  <w:style w:type="paragraph" w:customStyle="1" w:styleId="D8B5A5377E9E284697334811C0791D6A">
    <w:name w:val="D8B5A5377E9E284697334811C0791D6A"/>
    <w:rsid w:val="000C3F66"/>
    <w:pPr>
      <w:spacing w:after="0" w:line="240" w:lineRule="auto"/>
    </w:pPr>
    <w:rPr>
      <w:sz w:val="24"/>
      <w:szCs w:val="24"/>
    </w:rPr>
  </w:style>
  <w:style w:type="paragraph" w:customStyle="1" w:styleId="9866DABF5482B44A95A2860D66EA6C61">
    <w:name w:val="9866DABF5482B44A95A2860D66EA6C61"/>
    <w:rsid w:val="000C3F66"/>
    <w:pPr>
      <w:spacing w:after="0" w:line="240" w:lineRule="auto"/>
    </w:pPr>
    <w:rPr>
      <w:sz w:val="24"/>
      <w:szCs w:val="24"/>
    </w:rPr>
  </w:style>
  <w:style w:type="paragraph" w:customStyle="1" w:styleId="3F9A0F62232A8547807B104F6011B80C">
    <w:name w:val="3F9A0F62232A8547807B104F6011B80C"/>
    <w:rsid w:val="000C3F66"/>
    <w:pPr>
      <w:spacing w:after="0" w:line="240" w:lineRule="auto"/>
    </w:pPr>
    <w:rPr>
      <w:sz w:val="24"/>
      <w:szCs w:val="24"/>
    </w:rPr>
  </w:style>
  <w:style w:type="paragraph" w:customStyle="1" w:styleId="9820F5711CA50A4B9BA709AA5700021F">
    <w:name w:val="9820F5711CA50A4B9BA709AA5700021F"/>
    <w:rsid w:val="000C3F66"/>
    <w:pPr>
      <w:spacing w:after="0" w:line="240" w:lineRule="auto"/>
    </w:pPr>
    <w:rPr>
      <w:sz w:val="24"/>
      <w:szCs w:val="24"/>
    </w:rPr>
  </w:style>
  <w:style w:type="paragraph" w:customStyle="1" w:styleId="BF6CC7A6B01212458993CB4915A229E9">
    <w:name w:val="BF6CC7A6B01212458993CB4915A229E9"/>
    <w:rsid w:val="000C3F66"/>
    <w:pPr>
      <w:spacing w:after="0" w:line="240" w:lineRule="auto"/>
    </w:pPr>
    <w:rPr>
      <w:sz w:val="24"/>
      <w:szCs w:val="24"/>
    </w:rPr>
  </w:style>
  <w:style w:type="paragraph" w:customStyle="1" w:styleId="FB846B7E699AF749A01C1C4126827496">
    <w:name w:val="FB846B7E699AF749A01C1C4126827496"/>
    <w:rsid w:val="000C3F66"/>
    <w:pPr>
      <w:spacing w:after="0" w:line="240" w:lineRule="auto"/>
    </w:pPr>
    <w:rPr>
      <w:sz w:val="24"/>
      <w:szCs w:val="24"/>
    </w:rPr>
  </w:style>
  <w:style w:type="paragraph" w:customStyle="1" w:styleId="F5FABF5C74FB204B8A07BF28DABCA7FC">
    <w:name w:val="F5FABF5C74FB204B8A07BF28DABCA7FC"/>
    <w:rsid w:val="000C3F66"/>
    <w:pPr>
      <w:spacing w:after="0" w:line="240" w:lineRule="auto"/>
    </w:pPr>
    <w:rPr>
      <w:sz w:val="24"/>
      <w:szCs w:val="24"/>
    </w:rPr>
  </w:style>
  <w:style w:type="paragraph" w:customStyle="1" w:styleId="AE6EA14C4083564AA003F3F699013ACC">
    <w:name w:val="AE6EA14C4083564AA003F3F699013ACC"/>
    <w:rsid w:val="000C3F66"/>
    <w:pPr>
      <w:spacing w:after="0" w:line="240" w:lineRule="auto"/>
    </w:pPr>
    <w:rPr>
      <w:sz w:val="24"/>
      <w:szCs w:val="24"/>
    </w:rPr>
  </w:style>
  <w:style w:type="paragraph" w:customStyle="1" w:styleId="93C9EB00BF773448BEFAD5AF78C72B48">
    <w:name w:val="93C9EB00BF773448BEFAD5AF78C72B48"/>
    <w:rsid w:val="000C3F66"/>
    <w:pPr>
      <w:spacing w:after="0" w:line="240" w:lineRule="auto"/>
    </w:pPr>
    <w:rPr>
      <w:sz w:val="24"/>
      <w:szCs w:val="24"/>
    </w:rPr>
  </w:style>
  <w:style w:type="paragraph" w:customStyle="1" w:styleId="F5E175F79454EE4385E86C08BD244836">
    <w:name w:val="F5E175F79454EE4385E86C08BD244836"/>
    <w:rsid w:val="000C3F66"/>
    <w:pPr>
      <w:spacing w:after="0" w:line="240" w:lineRule="auto"/>
    </w:pPr>
    <w:rPr>
      <w:sz w:val="24"/>
      <w:szCs w:val="24"/>
    </w:rPr>
  </w:style>
  <w:style w:type="paragraph" w:customStyle="1" w:styleId="19642F9785676941B97860BA1917928D">
    <w:name w:val="19642F9785676941B97860BA1917928D"/>
    <w:rsid w:val="000C3F66"/>
    <w:pPr>
      <w:spacing w:after="0" w:line="240" w:lineRule="auto"/>
    </w:pPr>
    <w:rPr>
      <w:sz w:val="24"/>
      <w:szCs w:val="24"/>
    </w:rPr>
  </w:style>
  <w:style w:type="paragraph" w:customStyle="1" w:styleId="E1FC02175AD59843A871590DB1F3F621">
    <w:name w:val="E1FC02175AD59843A871590DB1F3F621"/>
    <w:rsid w:val="000C3F66"/>
    <w:pPr>
      <w:spacing w:after="0" w:line="240" w:lineRule="auto"/>
    </w:pPr>
    <w:rPr>
      <w:sz w:val="24"/>
      <w:szCs w:val="24"/>
    </w:rPr>
  </w:style>
  <w:style w:type="paragraph" w:customStyle="1" w:styleId="F2459C3F69367345B05E79F9C8AF391E">
    <w:name w:val="F2459C3F69367345B05E79F9C8AF391E"/>
    <w:rsid w:val="000C3F66"/>
    <w:pPr>
      <w:spacing w:after="0" w:line="240" w:lineRule="auto"/>
    </w:pPr>
    <w:rPr>
      <w:sz w:val="24"/>
      <w:szCs w:val="24"/>
    </w:rPr>
  </w:style>
  <w:style w:type="paragraph" w:customStyle="1" w:styleId="37AC6BC009D97148911FFDDCC0BA04FD">
    <w:name w:val="37AC6BC009D97148911FFDDCC0BA04FD"/>
    <w:rsid w:val="000C3F66"/>
    <w:pPr>
      <w:spacing w:after="0" w:line="240" w:lineRule="auto"/>
    </w:pPr>
    <w:rPr>
      <w:sz w:val="24"/>
      <w:szCs w:val="24"/>
    </w:rPr>
  </w:style>
  <w:style w:type="paragraph" w:customStyle="1" w:styleId="2C683C3D16C66548BB082D09FAD511C2">
    <w:name w:val="2C683C3D16C66548BB082D09FAD511C2"/>
    <w:rsid w:val="000C3F66"/>
    <w:pPr>
      <w:spacing w:after="0" w:line="240" w:lineRule="auto"/>
    </w:pPr>
    <w:rPr>
      <w:sz w:val="24"/>
      <w:szCs w:val="24"/>
    </w:rPr>
  </w:style>
  <w:style w:type="paragraph" w:customStyle="1" w:styleId="DEC9B4257B3C7849A0230EE6DAA67CC3">
    <w:name w:val="DEC9B4257B3C7849A0230EE6DAA67CC3"/>
    <w:rsid w:val="000C3F66"/>
    <w:pPr>
      <w:spacing w:after="0" w:line="240" w:lineRule="auto"/>
    </w:pPr>
    <w:rPr>
      <w:sz w:val="24"/>
      <w:szCs w:val="24"/>
    </w:rPr>
  </w:style>
  <w:style w:type="paragraph" w:customStyle="1" w:styleId="6E63EFE85262DF4C8DF2096A4FBAD8FF">
    <w:name w:val="6E63EFE85262DF4C8DF2096A4FBAD8FF"/>
    <w:rsid w:val="000C3F66"/>
    <w:pPr>
      <w:spacing w:after="0" w:line="240" w:lineRule="auto"/>
    </w:pPr>
    <w:rPr>
      <w:sz w:val="24"/>
      <w:szCs w:val="24"/>
    </w:rPr>
  </w:style>
  <w:style w:type="paragraph" w:customStyle="1" w:styleId="CAF3B20219B7C54FA824AB6622DC82B0">
    <w:name w:val="CAF3B20219B7C54FA824AB6622DC82B0"/>
    <w:rsid w:val="000C3F66"/>
    <w:pPr>
      <w:spacing w:after="0" w:line="240" w:lineRule="auto"/>
    </w:pPr>
    <w:rPr>
      <w:sz w:val="24"/>
      <w:szCs w:val="24"/>
    </w:rPr>
  </w:style>
  <w:style w:type="paragraph" w:customStyle="1" w:styleId="8480B4336DDF004BA21C99282415CD51">
    <w:name w:val="8480B4336DDF004BA21C99282415CD51"/>
    <w:rsid w:val="000C3F66"/>
    <w:pPr>
      <w:spacing w:after="0" w:line="240" w:lineRule="auto"/>
    </w:pPr>
    <w:rPr>
      <w:sz w:val="24"/>
      <w:szCs w:val="24"/>
    </w:rPr>
  </w:style>
  <w:style w:type="paragraph" w:customStyle="1" w:styleId="02924BE37F740548B8E22B6267F630EA">
    <w:name w:val="02924BE37F740548B8E22B6267F630EA"/>
    <w:rsid w:val="000C3F66"/>
    <w:pPr>
      <w:spacing w:after="0" w:line="240" w:lineRule="auto"/>
    </w:pPr>
    <w:rPr>
      <w:sz w:val="24"/>
      <w:szCs w:val="24"/>
    </w:rPr>
  </w:style>
  <w:style w:type="paragraph" w:customStyle="1" w:styleId="9352BDFEE6BF0649AA9733F1742CB795">
    <w:name w:val="9352BDFEE6BF0649AA9733F1742CB795"/>
    <w:rsid w:val="000C3F66"/>
    <w:pPr>
      <w:spacing w:after="0" w:line="240" w:lineRule="auto"/>
    </w:pPr>
    <w:rPr>
      <w:sz w:val="24"/>
      <w:szCs w:val="24"/>
    </w:rPr>
  </w:style>
  <w:style w:type="paragraph" w:customStyle="1" w:styleId="2F30AA8AAE888848BC03522EBB4128B2">
    <w:name w:val="2F30AA8AAE888848BC03522EBB4128B2"/>
    <w:rsid w:val="000C3F66"/>
    <w:pPr>
      <w:spacing w:after="0" w:line="240" w:lineRule="auto"/>
    </w:pPr>
    <w:rPr>
      <w:sz w:val="24"/>
      <w:szCs w:val="24"/>
    </w:rPr>
  </w:style>
  <w:style w:type="paragraph" w:customStyle="1" w:styleId="813254C71CF4554D9C6AF61FC695DA3B">
    <w:name w:val="813254C71CF4554D9C6AF61FC695DA3B"/>
    <w:rsid w:val="000C3F66"/>
    <w:pPr>
      <w:spacing w:after="0" w:line="240" w:lineRule="auto"/>
    </w:pPr>
    <w:rPr>
      <w:sz w:val="24"/>
      <w:szCs w:val="24"/>
    </w:rPr>
  </w:style>
  <w:style w:type="paragraph" w:customStyle="1" w:styleId="2EF98D8C2507EA41A3336E1A6FD9C55F">
    <w:name w:val="2EF98D8C2507EA41A3336E1A6FD9C55F"/>
    <w:rsid w:val="000C3F66"/>
    <w:pPr>
      <w:spacing w:after="0" w:line="240" w:lineRule="auto"/>
    </w:pPr>
    <w:rPr>
      <w:sz w:val="24"/>
      <w:szCs w:val="24"/>
    </w:rPr>
  </w:style>
  <w:style w:type="paragraph" w:customStyle="1" w:styleId="4BB4D3A85CC601439E98BE54A7931CE6">
    <w:name w:val="4BB4D3A85CC601439E98BE54A7931CE6"/>
    <w:rsid w:val="000C3F66"/>
    <w:pPr>
      <w:spacing w:after="0" w:line="240" w:lineRule="auto"/>
    </w:pPr>
    <w:rPr>
      <w:sz w:val="24"/>
      <w:szCs w:val="24"/>
    </w:rPr>
  </w:style>
  <w:style w:type="paragraph" w:customStyle="1" w:styleId="9AC149A8558B384783D4A79629DD01B1">
    <w:name w:val="9AC149A8558B384783D4A79629DD01B1"/>
    <w:rsid w:val="000C3F66"/>
    <w:pPr>
      <w:spacing w:after="0" w:line="240" w:lineRule="auto"/>
    </w:pPr>
    <w:rPr>
      <w:sz w:val="24"/>
      <w:szCs w:val="24"/>
    </w:rPr>
  </w:style>
  <w:style w:type="paragraph" w:customStyle="1" w:styleId="4FE72A5D88E39E4EBF236C79E6DA37F6">
    <w:name w:val="4FE72A5D88E39E4EBF236C79E6DA37F6"/>
    <w:rsid w:val="000C3F66"/>
    <w:pPr>
      <w:spacing w:after="0" w:line="240" w:lineRule="auto"/>
    </w:pPr>
    <w:rPr>
      <w:sz w:val="24"/>
      <w:szCs w:val="24"/>
    </w:rPr>
  </w:style>
  <w:style w:type="paragraph" w:customStyle="1" w:styleId="6F06E11036B7DC4D8955326FC1374E9C">
    <w:name w:val="6F06E11036B7DC4D8955326FC1374E9C"/>
    <w:rsid w:val="000C3F66"/>
    <w:pPr>
      <w:spacing w:after="0" w:line="240" w:lineRule="auto"/>
    </w:pPr>
    <w:rPr>
      <w:sz w:val="24"/>
      <w:szCs w:val="24"/>
    </w:rPr>
  </w:style>
  <w:style w:type="paragraph" w:customStyle="1" w:styleId="B50F4686161387499CCCF5A9984FCF7E">
    <w:name w:val="B50F4686161387499CCCF5A9984FCF7E"/>
    <w:rsid w:val="000C3F66"/>
    <w:pPr>
      <w:spacing w:after="0" w:line="240" w:lineRule="auto"/>
    </w:pPr>
    <w:rPr>
      <w:sz w:val="24"/>
      <w:szCs w:val="24"/>
    </w:rPr>
  </w:style>
  <w:style w:type="paragraph" w:customStyle="1" w:styleId="FC1321C6BAD7DC40B15A9099646C7DFF">
    <w:name w:val="FC1321C6BAD7DC40B15A9099646C7DFF"/>
    <w:rsid w:val="000C3F66"/>
    <w:pPr>
      <w:spacing w:after="0" w:line="240" w:lineRule="auto"/>
    </w:pPr>
    <w:rPr>
      <w:sz w:val="24"/>
      <w:szCs w:val="24"/>
    </w:rPr>
  </w:style>
  <w:style w:type="paragraph" w:customStyle="1" w:styleId="A6029724F2CFFB40AFF45F745DD9B90C">
    <w:name w:val="A6029724F2CFFB40AFF45F745DD9B90C"/>
    <w:rsid w:val="000C3F66"/>
    <w:pPr>
      <w:spacing w:after="0" w:line="240" w:lineRule="auto"/>
    </w:pPr>
    <w:rPr>
      <w:sz w:val="24"/>
      <w:szCs w:val="24"/>
    </w:rPr>
  </w:style>
  <w:style w:type="paragraph" w:customStyle="1" w:styleId="6FCD43552BFD7C4AAE590F53A62997D9">
    <w:name w:val="6FCD43552BFD7C4AAE590F53A62997D9"/>
    <w:rsid w:val="000C3F66"/>
    <w:pPr>
      <w:spacing w:after="0" w:line="240" w:lineRule="auto"/>
    </w:pPr>
    <w:rPr>
      <w:sz w:val="24"/>
      <w:szCs w:val="24"/>
    </w:rPr>
  </w:style>
  <w:style w:type="paragraph" w:customStyle="1" w:styleId="344D613D1392E64C89C37C0AFCA11A4E">
    <w:name w:val="344D613D1392E64C89C37C0AFCA11A4E"/>
    <w:rsid w:val="000C3F66"/>
    <w:pPr>
      <w:spacing w:after="0" w:line="240" w:lineRule="auto"/>
    </w:pPr>
    <w:rPr>
      <w:sz w:val="24"/>
      <w:szCs w:val="24"/>
    </w:rPr>
  </w:style>
  <w:style w:type="paragraph" w:customStyle="1" w:styleId="2BD023FC7D8ABE4494B0922DE63E99D4">
    <w:name w:val="2BD023FC7D8ABE4494B0922DE63E99D4"/>
    <w:rsid w:val="000C3F66"/>
    <w:pPr>
      <w:spacing w:after="0" w:line="240" w:lineRule="auto"/>
    </w:pPr>
    <w:rPr>
      <w:sz w:val="24"/>
      <w:szCs w:val="24"/>
    </w:rPr>
  </w:style>
  <w:style w:type="paragraph" w:customStyle="1" w:styleId="513CE4E4BCF12C4D8C88BEC434E6E575">
    <w:name w:val="513CE4E4BCF12C4D8C88BEC434E6E575"/>
    <w:rsid w:val="000C3F66"/>
    <w:pPr>
      <w:spacing w:after="0" w:line="240" w:lineRule="auto"/>
    </w:pPr>
    <w:rPr>
      <w:sz w:val="24"/>
      <w:szCs w:val="24"/>
    </w:rPr>
  </w:style>
  <w:style w:type="paragraph" w:customStyle="1" w:styleId="84849977B4B50E4E916E6D422B167799">
    <w:name w:val="84849977B4B50E4E916E6D422B167799"/>
    <w:rsid w:val="000C3F66"/>
    <w:pPr>
      <w:spacing w:after="0" w:line="240" w:lineRule="auto"/>
    </w:pPr>
    <w:rPr>
      <w:sz w:val="24"/>
      <w:szCs w:val="24"/>
    </w:rPr>
  </w:style>
  <w:style w:type="paragraph" w:customStyle="1" w:styleId="B997EE8A4AF4904395308B67D56A58C6">
    <w:name w:val="B997EE8A4AF4904395308B67D56A58C6"/>
    <w:rsid w:val="000C3F66"/>
    <w:pPr>
      <w:spacing w:after="0" w:line="240" w:lineRule="auto"/>
    </w:pPr>
    <w:rPr>
      <w:sz w:val="24"/>
      <w:szCs w:val="24"/>
    </w:rPr>
  </w:style>
  <w:style w:type="paragraph" w:customStyle="1" w:styleId="F0C9C23B94584940BD62E13AAF056CE3">
    <w:name w:val="F0C9C23B94584940BD62E13AAF056CE3"/>
    <w:rsid w:val="000C3F66"/>
    <w:pPr>
      <w:spacing w:after="0" w:line="240" w:lineRule="auto"/>
    </w:pPr>
    <w:rPr>
      <w:sz w:val="24"/>
      <w:szCs w:val="24"/>
    </w:rPr>
  </w:style>
  <w:style w:type="paragraph" w:customStyle="1" w:styleId="0DA0EBF01B5BC642BB3D0CC111F5361D">
    <w:name w:val="0DA0EBF01B5BC642BB3D0CC111F5361D"/>
    <w:rsid w:val="000C3F66"/>
    <w:pPr>
      <w:spacing w:after="0" w:line="240" w:lineRule="auto"/>
    </w:pPr>
    <w:rPr>
      <w:sz w:val="24"/>
      <w:szCs w:val="24"/>
    </w:rPr>
  </w:style>
  <w:style w:type="paragraph" w:customStyle="1" w:styleId="689930BCD736E04488A55347D5C793C6">
    <w:name w:val="689930BCD736E04488A55347D5C793C6"/>
    <w:rsid w:val="000C3F66"/>
    <w:pPr>
      <w:spacing w:after="0" w:line="240" w:lineRule="auto"/>
    </w:pPr>
    <w:rPr>
      <w:sz w:val="24"/>
      <w:szCs w:val="24"/>
    </w:rPr>
  </w:style>
  <w:style w:type="paragraph" w:customStyle="1" w:styleId="3A4B8E084BE325428B83FAE0B058C832">
    <w:name w:val="3A4B8E084BE325428B83FAE0B058C832"/>
    <w:rsid w:val="000C3F66"/>
    <w:pPr>
      <w:spacing w:after="0" w:line="240" w:lineRule="auto"/>
    </w:pPr>
    <w:rPr>
      <w:sz w:val="24"/>
      <w:szCs w:val="24"/>
    </w:rPr>
  </w:style>
  <w:style w:type="paragraph" w:customStyle="1" w:styleId="4F5DEF8D49F16244B2953AB2CF08BA5E">
    <w:name w:val="4F5DEF8D49F16244B2953AB2CF08BA5E"/>
    <w:rsid w:val="000C3F66"/>
    <w:pPr>
      <w:spacing w:after="0" w:line="240" w:lineRule="auto"/>
    </w:pPr>
    <w:rPr>
      <w:sz w:val="24"/>
      <w:szCs w:val="24"/>
    </w:rPr>
  </w:style>
  <w:style w:type="paragraph" w:customStyle="1" w:styleId="8FD85DBEE6DA73408C951C534CDEB487">
    <w:name w:val="8FD85DBEE6DA73408C951C534CDEB487"/>
    <w:rsid w:val="000C3F66"/>
    <w:pPr>
      <w:spacing w:after="0" w:line="240" w:lineRule="auto"/>
    </w:pPr>
    <w:rPr>
      <w:sz w:val="24"/>
      <w:szCs w:val="24"/>
    </w:rPr>
  </w:style>
  <w:style w:type="paragraph" w:customStyle="1" w:styleId="9F3A5EE69245E041A69CC02231F826DE">
    <w:name w:val="9F3A5EE69245E041A69CC02231F826DE"/>
    <w:rsid w:val="000C3F66"/>
    <w:pPr>
      <w:spacing w:after="0" w:line="240" w:lineRule="auto"/>
    </w:pPr>
    <w:rPr>
      <w:sz w:val="24"/>
      <w:szCs w:val="24"/>
    </w:rPr>
  </w:style>
  <w:style w:type="paragraph" w:customStyle="1" w:styleId="4387570E8A4EA54A99C9FE33080DCBAB">
    <w:name w:val="4387570E8A4EA54A99C9FE33080DCBAB"/>
    <w:rsid w:val="000C3F66"/>
    <w:pPr>
      <w:spacing w:after="0" w:line="240" w:lineRule="auto"/>
    </w:pPr>
    <w:rPr>
      <w:sz w:val="24"/>
      <w:szCs w:val="24"/>
    </w:rPr>
  </w:style>
  <w:style w:type="paragraph" w:customStyle="1" w:styleId="90CB21D6C335D147A368530A242A2401">
    <w:name w:val="90CB21D6C335D147A368530A242A2401"/>
    <w:rsid w:val="000C3F66"/>
    <w:pPr>
      <w:spacing w:after="0" w:line="240" w:lineRule="auto"/>
    </w:pPr>
    <w:rPr>
      <w:sz w:val="24"/>
      <w:szCs w:val="24"/>
    </w:rPr>
  </w:style>
  <w:style w:type="paragraph" w:customStyle="1" w:styleId="90BC1F3FFC08714FBE2A6CBF2BCB98EA">
    <w:name w:val="90BC1F3FFC08714FBE2A6CBF2BCB98EA"/>
    <w:rsid w:val="000C3F66"/>
    <w:pPr>
      <w:spacing w:after="0" w:line="240" w:lineRule="auto"/>
    </w:pPr>
    <w:rPr>
      <w:sz w:val="24"/>
      <w:szCs w:val="24"/>
    </w:rPr>
  </w:style>
  <w:style w:type="paragraph" w:customStyle="1" w:styleId="3ECFB4E88C99B74880861F30FFFAF8D6">
    <w:name w:val="3ECFB4E88C99B74880861F30FFFAF8D6"/>
    <w:rsid w:val="000C3F66"/>
    <w:pPr>
      <w:spacing w:after="0" w:line="240" w:lineRule="auto"/>
    </w:pPr>
    <w:rPr>
      <w:sz w:val="24"/>
      <w:szCs w:val="24"/>
    </w:rPr>
  </w:style>
  <w:style w:type="paragraph" w:customStyle="1" w:styleId="04E3D82E71F9F448967704DCB46BEBDB">
    <w:name w:val="04E3D82E71F9F448967704DCB46BEBDB"/>
    <w:rsid w:val="000C3F66"/>
    <w:pPr>
      <w:spacing w:after="0" w:line="240" w:lineRule="auto"/>
    </w:pPr>
    <w:rPr>
      <w:sz w:val="24"/>
      <w:szCs w:val="24"/>
    </w:rPr>
  </w:style>
  <w:style w:type="paragraph" w:customStyle="1" w:styleId="31501C89CC14724CB02E0404168722F2">
    <w:name w:val="31501C89CC14724CB02E0404168722F2"/>
    <w:rsid w:val="000C3F66"/>
    <w:pPr>
      <w:spacing w:after="0" w:line="240" w:lineRule="auto"/>
    </w:pPr>
    <w:rPr>
      <w:sz w:val="24"/>
      <w:szCs w:val="24"/>
    </w:rPr>
  </w:style>
  <w:style w:type="paragraph" w:customStyle="1" w:styleId="2BE82CDBE6BCF647BE3B6DB40949E6FB">
    <w:name w:val="2BE82CDBE6BCF647BE3B6DB40949E6FB"/>
    <w:rsid w:val="000C3F66"/>
    <w:pPr>
      <w:spacing w:after="0" w:line="240" w:lineRule="auto"/>
    </w:pPr>
    <w:rPr>
      <w:sz w:val="24"/>
      <w:szCs w:val="24"/>
    </w:rPr>
  </w:style>
  <w:style w:type="paragraph" w:customStyle="1" w:styleId="4DBD4E7200767948AFFA98F760F6BB0F">
    <w:name w:val="4DBD4E7200767948AFFA98F760F6BB0F"/>
    <w:rsid w:val="000C3F66"/>
    <w:pPr>
      <w:spacing w:after="0" w:line="240" w:lineRule="auto"/>
    </w:pPr>
    <w:rPr>
      <w:sz w:val="24"/>
      <w:szCs w:val="24"/>
    </w:rPr>
  </w:style>
  <w:style w:type="paragraph" w:customStyle="1" w:styleId="6954C5D369010742849385374FC6F9DA">
    <w:name w:val="6954C5D369010742849385374FC6F9DA"/>
    <w:rsid w:val="000C3F66"/>
    <w:pPr>
      <w:spacing w:after="0" w:line="240" w:lineRule="auto"/>
    </w:pPr>
    <w:rPr>
      <w:sz w:val="24"/>
      <w:szCs w:val="24"/>
    </w:rPr>
  </w:style>
  <w:style w:type="paragraph" w:customStyle="1" w:styleId="0E94176E1C1B3D4D9330A33B0939A827">
    <w:name w:val="0E94176E1C1B3D4D9330A33B0939A827"/>
    <w:rsid w:val="000C3F66"/>
    <w:pPr>
      <w:spacing w:after="0" w:line="240" w:lineRule="auto"/>
    </w:pPr>
    <w:rPr>
      <w:sz w:val="24"/>
      <w:szCs w:val="24"/>
    </w:rPr>
  </w:style>
  <w:style w:type="paragraph" w:customStyle="1" w:styleId="53C85F06B4BDC149A2E21D126B10B6A6">
    <w:name w:val="53C85F06B4BDC149A2E21D126B10B6A6"/>
    <w:rsid w:val="000C3F66"/>
    <w:pPr>
      <w:spacing w:after="0" w:line="240" w:lineRule="auto"/>
    </w:pPr>
    <w:rPr>
      <w:sz w:val="24"/>
      <w:szCs w:val="24"/>
    </w:rPr>
  </w:style>
  <w:style w:type="paragraph" w:customStyle="1" w:styleId="3DD5A49FE358AF4999E9A41FD3E5FCE6">
    <w:name w:val="3DD5A49FE358AF4999E9A41FD3E5FCE6"/>
    <w:rsid w:val="000C3F66"/>
    <w:pPr>
      <w:spacing w:after="0" w:line="240" w:lineRule="auto"/>
    </w:pPr>
    <w:rPr>
      <w:sz w:val="24"/>
      <w:szCs w:val="24"/>
    </w:rPr>
  </w:style>
  <w:style w:type="paragraph" w:customStyle="1" w:styleId="9C85F148EE169C41B8F6601E4E5082B3">
    <w:name w:val="9C85F148EE169C41B8F6601E4E5082B3"/>
    <w:rsid w:val="000C3F66"/>
    <w:pPr>
      <w:spacing w:after="0" w:line="240" w:lineRule="auto"/>
    </w:pPr>
    <w:rPr>
      <w:sz w:val="24"/>
      <w:szCs w:val="24"/>
    </w:rPr>
  </w:style>
  <w:style w:type="paragraph" w:customStyle="1" w:styleId="A139BCC977908848B0DF4A651EEF34AC">
    <w:name w:val="A139BCC977908848B0DF4A651EEF34AC"/>
    <w:rsid w:val="000C3F66"/>
    <w:pPr>
      <w:spacing w:after="0" w:line="240" w:lineRule="auto"/>
    </w:pPr>
    <w:rPr>
      <w:sz w:val="24"/>
      <w:szCs w:val="24"/>
    </w:rPr>
  </w:style>
  <w:style w:type="paragraph" w:customStyle="1" w:styleId="BFC90E1D4D81E74C87BCADD5D65BFB27">
    <w:name w:val="BFC90E1D4D81E74C87BCADD5D65BFB27"/>
    <w:rsid w:val="000C3F66"/>
    <w:pPr>
      <w:spacing w:after="0" w:line="240" w:lineRule="auto"/>
    </w:pPr>
    <w:rPr>
      <w:sz w:val="24"/>
      <w:szCs w:val="24"/>
    </w:rPr>
  </w:style>
  <w:style w:type="paragraph" w:customStyle="1" w:styleId="BC85BF80773D6E4BB3D503DC59842987">
    <w:name w:val="BC85BF80773D6E4BB3D503DC59842987"/>
    <w:rsid w:val="000C3F66"/>
    <w:pPr>
      <w:spacing w:after="0" w:line="240" w:lineRule="auto"/>
    </w:pPr>
    <w:rPr>
      <w:sz w:val="24"/>
      <w:szCs w:val="24"/>
    </w:rPr>
  </w:style>
  <w:style w:type="paragraph" w:customStyle="1" w:styleId="53369A440464EC4DB80007903DD62DC1">
    <w:name w:val="53369A440464EC4DB80007903DD62DC1"/>
    <w:rsid w:val="000C3F66"/>
    <w:pPr>
      <w:spacing w:after="0" w:line="240" w:lineRule="auto"/>
    </w:pPr>
    <w:rPr>
      <w:sz w:val="24"/>
      <w:szCs w:val="24"/>
    </w:rPr>
  </w:style>
  <w:style w:type="paragraph" w:customStyle="1" w:styleId="9531B60D9CC902419F183B5F6C782E17">
    <w:name w:val="9531B60D9CC902419F183B5F6C782E17"/>
    <w:rsid w:val="000C3F66"/>
    <w:pPr>
      <w:spacing w:after="0" w:line="240" w:lineRule="auto"/>
    </w:pPr>
    <w:rPr>
      <w:sz w:val="24"/>
      <w:szCs w:val="24"/>
    </w:rPr>
  </w:style>
  <w:style w:type="paragraph" w:customStyle="1" w:styleId="9F436B161D535548B34DF2B0BA4346D8">
    <w:name w:val="9F436B161D535548B34DF2B0BA4346D8"/>
    <w:rsid w:val="000C3F66"/>
    <w:pPr>
      <w:spacing w:after="0" w:line="240" w:lineRule="auto"/>
    </w:pPr>
    <w:rPr>
      <w:sz w:val="24"/>
      <w:szCs w:val="24"/>
    </w:rPr>
  </w:style>
  <w:style w:type="paragraph" w:customStyle="1" w:styleId="4822BC7D297BC847A85E71B393058018">
    <w:name w:val="4822BC7D297BC847A85E71B393058018"/>
    <w:rsid w:val="000C3F66"/>
    <w:pPr>
      <w:spacing w:after="0" w:line="240" w:lineRule="auto"/>
    </w:pPr>
    <w:rPr>
      <w:sz w:val="24"/>
      <w:szCs w:val="24"/>
    </w:rPr>
  </w:style>
  <w:style w:type="paragraph" w:customStyle="1" w:styleId="9D8ED26EC43B9E419AB0606230C3EDCB">
    <w:name w:val="9D8ED26EC43B9E419AB0606230C3EDCB"/>
    <w:rsid w:val="000C3F66"/>
    <w:pPr>
      <w:spacing w:after="0" w:line="240" w:lineRule="auto"/>
    </w:pPr>
    <w:rPr>
      <w:sz w:val="24"/>
      <w:szCs w:val="24"/>
    </w:rPr>
  </w:style>
  <w:style w:type="paragraph" w:customStyle="1" w:styleId="D60E3B80E5E1F641A940BBE4E1D244C1">
    <w:name w:val="D60E3B80E5E1F641A940BBE4E1D244C1"/>
    <w:rsid w:val="000C3F66"/>
    <w:pPr>
      <w:spacing w:after="0" w:line="240" w:lineRule="auto"/>
    </w:pPr>
    <w:rPr>
      <w:sz w:val="24"/>
      <w:szCs w:val="24"/>
    </w:rPr>
  </w:style>
  <w:style w:type="paragraph" w:customStyle="1" w:styleId="4679E5F2992BCC4F9042091271E35A26">
    <w:name w:val="4679E5F2992BCC4F9042091271E35A26"/>
    <w:rsid w:val="000C3F66"/>
    <w:pPr>
      <w:spacing w:after="0" w:line="240" w:lineRule="auto"/>
    </w:pPr>
    <w:rPr>
      <w:sz w:val="24"/>
      <w:szCs w:val="24"/>
    </w:rPr>
  </w:style>
  <w:style w:type="paragraph" w:customStyle="1" w:styleId="A74187C799DF3649BE1D4BCF883E89FC">
    <w:name w:val="A74187C799DF3649BE1D4BCF883E89FC"/>
    <w:rsid w:val="000C3F66"/>
    <w:pPr>
      <w:spacing w:after="0" w:line="240" w:lineRule="auto"/>
    </w:pPr>
    <w:rPr>
      <w:sz w:val="24"/>
      <w:szCs w:val="24"/>
    </w:rPr>
  </w:style>
  <w:style w:type="paragraph" w:customStyle="1" w:styleId="608EB24D7D447146BA59BA0CAD1E19EE">
    <w:name w:val="608EB24D7D447146BA59BA0CAD1E19EE"/>
    <w:rsid w:val="000C3F66"/>
    <w:pPr>
      <w:spacing w:after="0" w:line="240" w:lineRule="auto"/>
    </w:pPr>
    <w:rPr>
      <w:sz w:val="24"/>
      <w:szCs w:val="24"/>
    </w:rPr>
  </w:style>
  <w:style w:type="paragraph" w:customStyle="1" w:styleId="2E8D50FB89B27A4BB0504C54C350E766">
    <w:name w:val="2E8D50FB89B27A4BB0504C54C350E766"/>
    <w:rsid w:val="000C3F66"/>
    <w:pPr>
      <w:spacing w:after="0" w:line="240" w:lineRule="auto"/>
    </w:pPr>
    <w:rPr>
      <w:sz w:val="24"/>
      <w:szCs w:val="24"/>
    </w:rPr>
  </w:style>
  <w:style w:type="paragraph" w:customStyle="1" w:styleId="86EF10CB6D004446A03E29D754390F2C">
    <w:name w:val="86EF10CB6D004446A03E29D754390F2C"/>
    <w:rsid w:val="000C3F66"/>
    <w:pPr>
      <w:spacing w:after="0" w:line="240" w:lineRule="auto"/>
    </w:pPr>
    <w:rPr>
      <w:sz w:val="24"/>
      <w:szCs w:val="24"/>
    </w:rPr>
  </w:style>
  <w:style w:type="paragraph" w:customStyle="1" w:styleId="32DA33B99F095346B0DCB865475C1DC5">
    <w:name w:val="32DA33B99F095346B0DCB865475C1DC5"/>
    <w:rsid w:val="000C3F66"/>
    <w:pPr>
      <w:spacing w:after="0" w:line="240" w:lineRule="auto"/>
    </w:pPr>
    <w:rPr>
      <w:sz w:val="24"/>
      <w:szCs w:val="24"/>
    </w:rPr>
  </w:style>
  <w:style w:type="paragraph" w:customStyle="1" w:styleId="8F2DFFAE2FCE2E4FB2A732BFC862AF2F">
    <w:name w:val="8F2DFFAE2FCE2E4FB2A732BFC862AF2F"/>
    <w:rsid w:val="000C3F66"/>
    <w:pPr>
      <w:spacing w:after="0" w:line="240" w:lineRule="auto"/>
    </w:pPr>
    <w:rPr>
      <w:sz w:val="24"/>
      <w:szCs w:val="24"/>
    </w:rPr>
  </w:style>
  <w:style w:type="paragraph" w:customStyle="1" w:styleId="D73B7A0345E9E447BDEEED585EE13660">
    <w:name w:val="D73B7A0345E9E447BDEEED585EE13660"/>
    <w:rsid w:val="000C3F66"/>
    <w:pPr>
      <w:spacing w:after="0" w:line="240" w:lineRule="auto"/>
    </w:pPr>
    <w:rPr>
      <w:sz w:val="24"/>
      <w:szCs w:val="24"/>
    </w:rPr>
  </w:style>
  <w:style w:type="paragraph" w:customStyle="1" w:styleId="12CF760631DC3248B889C80FD84B3247">
    <w:name w:val="12CF760631DC3248B889C80FD84B3247"/>
    <w:rsid w:val="000C3F66"/>
    <w:pPr>
      <w:spacing w:after="0" w:line="240" w:lineRule="auto"/>
    </w:pPr>
    <w:rPr>
      <w:sz w:val="24"/>
      <w:szCs w:val="24"/>
    </w:rPr>
  </w:style>
  <w:style w:type="paragraph" w:customStyle="1" w:styleId="A881851D1CD9CC4A92BADF650FF0D39B">
    <w:name w:val="A881851D1CD9CC4A92BADF650FF0D39B"/>
    <w:rsid w:val="000C3F66"/>
    <w:pPr>
      <w:spacing w:after="0" w:line="240" w:lineRule="auto"/>
    </w:pPr>
    <w:rPr>
      <w:sz w:val="24"/>
      <w:szCs w:val="24"/>
    </w:rPr>
  </w:style>
  <w:style w:type="paragraph" w:customStyle="1" w:styleId="70AD5DEA116F8D429BF69922D5DEC000">
    <w:name w:val="70AD5DEA116F8D429BF69922D5DEC000"/>
    <w:rsid w:val="000C3F66"/>
    <w:pPr>
      <w:spacing w:after="0" w:line="240" w:lineRule="auto"/>
    </w:pPr>
    <w:rPr>
      <w:sz w:val="24"/>
      <w:szCs w:val="24"/>
    </w:rPr>
  </w:style>
  <w:style w:type="paragraph" w:customStyle="1" w:styleId="E2A6569F286C354EB5882A1F20C60A57">
    <w:name w:val="E2A6569F286C354EB5882A1F20C60A57"/>
    <w:rsid w:val="000C3F66"/>
    <w:pPr>
      <w:spacing w:after="0" w:line="240" w:lineRule="auto"/>
    </w:pPr>
    <w:rPr>
      <w:sz w:val="24"/>
      <w:szCs w:val="24"/>
    </w:rPr>
  </w:style>
  <w:style w:type="paragraph" w:customStyle="1" w:styleId="9362E71F257C8443A0261A979F0162C7">
    <w:name w:val="9362E71F257C8443A0261A979F0162C7"/>
    <w:rsid w:val="000C3F66"/>
    <w:pPr>
      <w:spacing w:after="0" w:line="240" w:lineRule="auto"/>
    </w:pPr>
    <w:rPr>
      <w:sz w:val="24"/>
      <w:szCs w:val="24"/>
    </w:rPr>
  </w:style>
  <w:style w:type="paragraph" w:customStyle="1" w:styleId="6AC5606A4054BF47B97F92781F944977">
    <w:name w:val="6AC5606A4054BF47B97F92781F944977"/>
    <w:rsid w:val="000C3F66"/>
    <w:pPr>
      <w:spacing w:after="0" w:line="240" w:lineRule="auto"/>
    </w:pPr>
    <w:rPr>
      <w:sz w:val="24"/>
      <w:szCs w:val="24"/>
    </w:rPr>
  </w:style>
  <w:style w:type="paragraph" w:customStyle="1" w:styleId="6081992D2949D74794262BD5ECD61388">
    <w:name w:val="6081992D2949D74794262BD5ECD61388"/>
    <w:rsid w:val="000C3F66"/>
    <w:pPr>
      <w:spacing w:after="0" w:line="240" w:lineRule="auto"/>
    </w:pPr>
    <w:rPr>
      <w:sz w:val="24"/>
      <w:szCs w:val="24"/>
    </w:rPr>
  </w:style>
  <w:style w:type="paragraph" w:customStyle="1" w:styleId="C60A2323DD1EE34FBA4FE4E0D884E353">
    <w:name w:val="C60A2323DD1EE34FBA4FE4E0D884E353"/>
    <w:rsid w:val="000C3F66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ears">
      <a:dk1>
        <a:sysClr val="windowText" lastClr="000000"/>
      </a:dk1>
      <a:lt1>
        <a:sysClr val="window" lastClr="FFFFFF"/>
      </a:lt1>
      <a:dk2>
        <a:srgbClr val="262626"/>
      </a:dk2>
      <a:lt2>
        <a:srgbClr val="F2F2F2"/>
      </a:lt2>
      <a:accent1>
        <a:srgbClr val="54C8F8"/>
      </a:accent1>
      <a:accent2>
        <a:srgbClr val="A781BA"/>
      </a:accent2>
      <a:accent3>
        <a:srgbClr val="94C954"/>
      </a:accent3>
      <a:accent4>
        <a:srgbClr val="FFA71A"/>
      </a:accent4>
      <a:accent5>
        <a:srgbClr val="ED4832"/>
      </a:accent5>
      <a:accent6>
        <a:srgbClr val="F69799"/>
      </a:accent6>
      <a:hlink>
        <a:srgbClr val="54C8F8"/>
      </a:hlink>
      <a:folHlink>
        <a:srgbClr val="A781BA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101 College Hill Drive 
Box 2033
Philippi, WV 26416
www.ab.edu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20F487-5B9E-414A-8902-21358D87DC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C:\Users\lanhamas\AppData\Roaming\Microsoft\Templates\Return address labels (Rainbow Bears design, 30 per page, works with Avery 5160).dotx</Template>
  <TotalTime>1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Department/College Name</dc:creator>
  <cp:keywords/>
  <cp:lastModifiedBy>Dionne Allen</cp:lastModifiedBy>
  <cp:revision>2</cp:revision>
  <cp:lastPrinted>2018-03-28T17:52:00Z</cp:lastPrinted>
  <dcterms:created xsi:type="dcterms:W3CDTF">2019-08-20T02:00:00Z</dcterms:created>
  <dcterms:modified xsi:type="dcterms:W3CDTF">2019-08-20T02:00:00Z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TC031330869991</vt:lpwstr>
  </property>
</Properties>
</file>